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346" w:rsidRDefault="00E44346" w:rsidP="0052034E">
      <w:pPr>
        <w:snapToGrid w:val="0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天津市高校科技创新成果转化中心公开招聘工作人员报名</w:t>
      </w:r>
      <w:r w:rsidRPr="007A0F33">
        <w:rPr>
          <w:rFonts w:ascii="仿宋_GB2312" w:eastAsia="仿宋_GB2312" w:hint="eastAsia"/>
          <w:b/>
          <w:sz w:val="32"/>
          <w:szCs w:val="32"/>
        </w:rPr>
        <w:t>登记表</w:t>
      </w:r>
    </w:p>
    <w:p w:rsidR="00E44346" w:rsidRPr="00D32308" w:rsidRDefault="00E44346" w:rsidP="008F7C14">
      <w:pPr>
        <w:jc w:val="center"/>
        <w:rPr>
          <w:rFonts w:ascii="仿宋_GB2312" w:eastAsia="仿宋_GB2312"/>
          <w:b/>
          <w:sz w:val="24"/>
        </w:rPr>
      </w:pPr>
      <w:r w:rsidRPr="00D32308">
        <w:rPr>
          <w:rFonts w:ascii="仿宋_GB2312" w:eastAsia="仿宋_GB2312"/>
          <w:b/>
          <w:sz w:val="24"/>
        </w:rPr>
        <w:t xml:space="preserve">              </w:t>
      </w:r>
      <w:r>
        <w:rPr>
          <w:rFonts w:ascii="仿宋_GB2312" w:eastAsia="仿宋_GB2312"/>
          <w:b/>
          <w:sz w:val="24"/>
        </w:rPr>
        <w:t xml:space="preserve">                               </w:t>
      </w:r>
      <w:r w:rsidRPr="00D32308">
        <w:rPr>
          <w:rFonts w:ascii="仿宋_GB2312" w:eastAsia="仿宋_GB2312"/>
          <w:b/>
          <w:sz w:val="24"/>
        </w:rPr>
        <w:t xml:space="preserve">   </w:t>
      </w:r>
      <w:r>
        <w:rPr>
          <w:rFonts w:ascii="仿宋_GB2312" w:eastAsia="仿宋_GB2312"/>
          <w:b/>
          <w:sz w:val="24"/>
        </w:rPr>
        <w:t xml:space="preserve">       </w:t>
      </w:r>
    </w:p>
    <w:tbl>
      <w:tblPr>
        <w:tblW w:w="9498" w:type="dxa"/>
        <w:jc w:val="center"/>
        <w:tblInd w:w="-45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1291"/>
        <w:gridCol w:w="1341"/>
        <w:gridCol w:w="1418"/>
        <w:gridCol w:w="1276"/>
        <w:gridCol w:w="1275"/>
        <w:gridCol w:w="1276"/>
        <w:gridCol w:w="1621"/>
      </w:tblGrid>
      <w:tr w:rsidR="00E44346" w:rsidTr="00C42355">
        <w:trPr>
          <w:cantSplit/>
          <w:trHeight w:val="521"/>
          <w:jc w:val="center"/>
        </w:trPr>
        <w:tc>
          <w:tcPr>
            <w:tcW w:w="1291" w:type="dxa"/>
            <w:tcBorders>
              <w:top w:val="single" w:sz="12" w:space="0" w:color="000000"/>
            </w:tcBorders>
            <w:vAlign w:val="center"/>
          </w:tcPr>
          <w:p w:rsidR="00E44346" w:rsidRDefault="00E44346" w:rsidP="000C70B6">
            <w:pPr>
              <w:ind w:left="-57" w:right="-57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</w:t>
            </w:r>
            <w:r>
              <w:rPr>
                <w:rFonts w:ascii="仿宋_GB2312" w:eastAsia="仿宋_GB2312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</w:rPr>
              <w:t>名</w:t>
            </w:r>
          </w:p>
        </w:tc>
        <w:tc>
          <w:tcPr>
            <w:tcW w:w="1341" w:type="dxa"/>
            <w:tcBorders>
              <w:top w:val="single" w:sz="12" w:space="0" w:color="000000"/>
            </w:tcBorders>
            <w:vAlign w:val="center"/>
          </w:tcPr>
          <w:p w:rsidR="00E44346" w:rsidRDefault="00E44346" w:rsidP="000C70B6">
            <w:pPr>
              <w:ind w:left="-57" w:right="-57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  <w:tcBorders>
              <w:top w:val="single" w:sz="12" w:space="0" w:color="000000"/>
            </w:tcBorders>
            <w:vAlign w:val="center"/>
          </w:tcPr>
          <w:p w:rsidR="00E44346" w:rsidRDefault="00E44346" w:rsidP="000C70B6">
            <w:pPr>
              <w:ind w:left="-57" w:right="-57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</w:t>
            </w:r>
            <w:r>
              <w:rPr>
                <w:rFonts w:ascii="仿宋_GB2312" w:eastAsia="仿宋_GB2312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</w:rPr>
              <w:t>别</w:t>
            </w:r>
          </w:p>
        </w:tc>
        <w:tc>
          <w:tcPr>
            <w:tcW w:w="1276" w:type="dxa"/>
            <w:tcBorders>
              <w:top w:val="single" w:sz="12" w:space="0" w:color="000000"/>
            </w:tcBorders>
            <w:vAlign w:val="center"/>
          </w:tcPr>
          <w:p w:rsidR="00E44346" w:rsidRDefault="00E44346" w:rsidP="000C70B6">
            <w:pPr>
              <w:ind w:left="-57" w:right="-57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tcBorders>
              <w:top w:val="single" w:sz="12" w:space="0" w:color="000000"/>
            </w:tcBorders>
            <w:vAlign w:val="center"/>
          </w:tcPr>
          <w:p w:rsidR="00E44346" w:rsidRDefault="00E44346" w:rsidP="000C70B6">
            <w:pPr>
              <w:ind w:left="-57" w:right="-57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1276" w:type="dxa"/>
            <w:tcBorders>
              <w:top w:val="single" w:sz="12" w:space="0" w:color="000000"/>
            </w:tcBorders>
            <w:vAlign w:val="center"/>
          </w:tcPr>
          <w:p w:rsidR="00E44346" w:rsidRDefault="00E44346" w:rsidP="000C70B6">
            <w:pPr>
              <w:ind w:left="-57" w:right="-57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1" w:type="dxa"/>
            <w:vMerge w:val="restart"/>
            <w:tcBorders>
              <w:top w:val="single" w:sz="12" w:space="0" w:color="000000"/>
            </w:tcBorders>
            <w:textDirection w:val="tbRlV"/>
            <w:vAlign w:val="center"/>
          </w:tcPr>
          <w:p w:rsidR="00E44346" w:rsidRDefault="00E44346" w:rsidP="00C42355">
            <w:pPr>
              <w:snapToGrid w:val="0"/>
              <w:ind w:left="113" w:right="113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免冠照片</w:t>
            </w:r>
          </w:p>
          <w:p w:rsidR="00E44346" w:rsidRDefault="00E44346" w:rsidP="00C42355">
            <w:pPr>
              <w:snapToGrid w:val="0"/>
              <w:ind w:left="113" w:right="113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(</w:t>
            </w:r>
            <w:r>
              <w:rPr>
                <w:rFonts w:ascii="仿宋_GB2312" w:eastAsia="仿宋_GB2312" w:hint="eastAsia"/>
                <w:sz w:val="24"/>
              </w:rPr>
              <w:t>电子彩色近照</w:t>
            </w:r>
            <w:r>
              <w:rPr>
                <w:rFonts w:ascii="仿宋_GB2312" w:eastAsia="仿宋_GB2312"/>
                <w:sz w:val="24"/>
              </w:rPr>
              <w:t>)</w:t>
            </w:r>
          </w:p>
        </w:tc>
      </w:tr>
      <w:tr w:rsidR="00E44346" w:rsidTr="00C42355">
        <w:trPr>
          <w:cantSplit/>
          <w:trHeight w:val="556"/>
          <w:jc w:val="center"/>
        </w:trPr>
        <w:tc>
          <w:tcPr>
            <w:tcW w:w="1291" w:type="dxa"/>
            <w:vAlign w:val="center"/>
          </w:tcPr>
          <w:p w:rsidR="00E44346" w:rsidRDefault="00E44346" w:rsidP="000C70B6">
            <w:pPr>
              <w:ind w:left="-57" w:right="-57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民</w:t>
            </w:r>
            <w:r>
              <w:rPr>
                <w:rFonts w:ascii="仿宋_GB2312" w:eastAsia="仿宋_GB2312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</w:rPr>
              <w:t>族</w:t>
            </w:r>
          </w:p>
        </w:tc>
        <w:tc>
          <w:tcPr>
            <w:tcW w:w="1341" w:type="dxa"/>
            <w:vAlign w:val="center"/>
          </w:tcPr>
          <w:p w:rsidR="00E44346" w:rsidRDefault="00E44346" w:rsidP="000C70B6">
            <w:pPr>
              <w:ind w:left="-57" w:right="-57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E44346" w:rsidRDefault="00E44346" w:rsidP="000C70B6">
            <w:pPr>
              <w:ind w:left="-57" w:right="-57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1276" w:type="dxa"/>
            <w:vAlign w:val="center"/>
          </w:tcPr>
          <w:p w:rsidR="00E44346" w:rsidRDefault="00E44346" w:rsidP="000C70B6">
            <w:pPr>
              <w:ind w:left="-57" w:right="-57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E44346" w:rsidRDefault="00E44346" w:rsidP="000C70B6">
            <w:pPr>
              <w:ind w:left="-57" w:right="-57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婚姻状况</w:t>
            </w:r>
          </w:p>
        </w:tc>
        <w:tc>
          <w:tcPr>
            <w:tcW w:w="1276" w:type="dxa"/>
            <w:vAlign w:val="center"/>
          </w:tcPr>
          <w:p w:rsidR="00E44346" w:rsidRDefault="00E44346" w:rsidP="000C70B6">
            <w:pPr>
              <w:ind w:left="-57" w:right="-57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1" w:type="dxa"/>
            <w:vMerge/>
            <w:vAlign w:val="center"/>
          </w:tcPr>
          <w:p w:rsidR="00E44346" w:rsidRDefault="00E44346" w:rsidP="00C42355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44346" w:rsidTr="00C42355">
        <w:trPr>
          <w:cantSplit/>
          <w:trHeight w:val="547"/>
          <w:jc w:val="center"/>
        </w:trPr>
        <w:tc>
          <w:tcPr>
            <w:tcW w:w="1291" w:type="dxa"/>
            <w:vAlign w:val="center"/>
          </w:tcPr>
          <w:p w:rsidR="00E44346" w:rsidRDefault="00E44346" w:rsidP="000C70B6">
            <w:pPr>
              <w:ind w:left="-57" w:right="-57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第一学历</w:t>
            </w:r>
          </w:p>
        </w:tc>
        <w:tc>
          <w:tcPr>
            <w:tcW w:w="1341" w:type="dxa"/>
            <w:vAlign w:val="center"/>
          </w:tcPr>
          <w:p w:rsidR="00E44346" w:rsidRDefault="00E44346" w:rsidP="000C70B6">
            <w:pPr>
              <w:ind w:left="-57" w:right="-57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E44346" w:rsidRDefault="00E44346" w:rsidP="000C70B6">
            <w:pPr>
              <w:ind w:left="-57" w:right="-57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最高学历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E44346" w:rsidRDefault="00E44346" w:rsidP="000C70B6">
            <w:pPr>
              <w:ind w:left="-57" w:right="-57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E44346" w:rsidRDefault="00E44346" w:rsidP="0001686B">
            <w:pPr>
              <w:ind w:leftChars="-100" w:left="-210" w:rightChars="-100" w:right="-21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最高学位</w:t>
            </w:r>
          </w:p>
        </w:tc>
        <w:tc>
          <w:tcPr>
            <w:tcW w:w="1276" w:type="dxa"/>
            <w:vAlign w:val="center"/>
          </w:tcPr>
          <w:p w:rsidR="00E44346" w:rsidRDefault="00E44346" w:rsidP="0001686B">
            <w:pPr>
              <w:ind w:leftChars="-100" w:left="-210" w:rightChars="-100" w:right="-21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1" w:type="dxa"/>
            <w:vMerge/>
            <w:vAlign w:val="center"/>
          </w:tcPr>
          <w:p w:rsidR="00E44346" w:rsidRDefault="00E44346" w:rsidP="00C42355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44346" w:rsidTr="00C42355">
        <w:trPr>
          <w:cantSplit/>
          <w:trHeight w:val="695"/>
          <w:jc w:val="center"/>
        </w:trPr>
        <w:tc>
          <w:tcPr>
            <w:tcW w:w="1291" w:type="dxa"/>
            <w:vAlign w:val="center"/>
          </w:tcPr>
          <w:p w:rsidR="00E44346" w:rsidRDefault="00E44346" w:rsidP="000C70B6">
            <w:pPr>
              <w:ind w:left="-57" w:right="-57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是否应届毕业生</w:t>
            </w:r>
          </w:p>
        </w:tc>
        <w:tc>
          <w:tcPr>
            <w:tcW w:w="1341" w:type="dxa"/>
            <w:vAlign w:val="center"/>
          </w:tcPr>
          <w:p w:rsidR="00E44346" w:rsidRDefault="00E44346" w:rsidP="000C70B6">
            <w:pPr>
              <w:ind w:left="-57" w:right="-57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E44346" w:rsidRDefault="00E44346" w:rsidP="000C70B6">
            <w:pPr>
              <w:ind w:left="-57" w:right="-57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毕业院校</w:t>
            </w:r>
          </w:p>
        </w:tc>
        <w:tc>
          <w:tcPr>
            <w:tcW w:w="1276" w:type="dxa"/>
            <w:vAlign w:val="center"/>
          </w:tcPr>
          <w:p w:rsidR="00E44346" w:rsidRDefault="00E44346" w:rsidP="0001686B">
            <w:pPr>
              <w:ind w:leftChars="-100" w:left="-210" w:rightChars="-100" w:right="-21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E44346" w:rsidRDefault="00E44346" w:rsidP="0001686B">
            <w:pPr>
              <w:ind w:leftChars="-100" w:left="-210" w:rightChars="-100" w:right="-21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毕业时间</w:t>
            </w:r>
          </w:p>
        </w:tc>
        <w:tc>
          <w:tcPr>
            <w:tcW w:w="1276" w:type="dxa"/>
            <w:vAlign w:val="center"/>
          </w:tcPr>
          <w:p w:rsidR="00E44346" w:rsidRDefault="00E44346" w:rsidP="0001686B">
            <w:pPr>
              <w:ind w:leftChars="-100" w:left="-210" w:rightChars="-100" w:right="-21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1" w:type="dxa"/>
            <w:vMerge/>
            <w:vAlign w:val="center"/>
          </w:tcPr>
          <w:p w:rsidR="00E44346" w:rsidRDefault="00E44346" w:rsidP="000C70B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44346" w:rsidTr="00CB762B">
        <w:trPr>
          <w:cantSplit/>
          <w:trHeight w:val="562"/>
          <w:jc w:val="center"/>
        </w:trPr>
        <w:tc>
          <w:tcPr>
            <w:tcW w:w="1291" w:type="dxa"/>
            <w:vAlign w:val="center"/>
          </w:tcPr>
          <w:p w:rsidR="00E44346" w:rsidRDefault="00E44346" w:rsidP="000C70B6">
            <w:pPr>
              <w:ind w:left="-57" w:right="-57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所学专业</w:t>
            </w:r>
          </w:p>
        </w:tc>
        <w:tc>
          <w:tcPr>
            <w:tcW w:w="1341" w:type="dxa"/>
            <w:tcBorders>
              <w:right w:val="single" w:sz="4" w:space="0" w:color="auto"/>
            </w:tcBorders>
            <w:vAlign w:val="center"/>
          </w:tcPr>
          <w:p w:rsidR="00E44346" w:rsidRDefault="00E44346" w:rsidP="000C70B6">
            <w:pPr>
              <w:ind w:left="-57" w:right="-57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E44346" w:rsidRDefault="00E44346" w:rsidP="000C70B6">
            <w:pPr>
              <w:ind w:left="-57" w:right="-57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研究方向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vAlign w:val="center"/>
          </w:tcPr>
          <w:p w:rsidR="00E44346" w:rsidRPr="00CE6274" w:rsidRDefault="00E44346" w:rsidP="0001686B">
            <w:pPr>
              <w:ind w:leftChars="-100" w:left="-210" w:rightChars="-100" w:right="-21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E44346" w:rsidRDefault="00E44346" w:rsidP="0001686B">
            <w:pPr>
              <w:ind w:leftChars="-100" w:left="-210" w:rightChars="-100" w:right="-21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应聘岗位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E44346" w:rsidRPr="00CE6274" w:rsidRDefault="00E44346" w:rsidP="00E02C09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44346" w:rsidTr="00CB762B">
        <w:trPr>
          <w:cantSplit/>
          <w:trHeight w:val="562"/>
          <w:jc w:val="center"/>
        </w:trPr>
        <w:tc>
          <w:tcPr>
            <w:tcW w:w="1291" w:type="dxa"/>
            <w:vAlign w:val="center"/>
          </w:tcPr>
          <w:p w:rsidR="00E44346" w:rsidRDefault="00E44346" w:rsidP="000C70B6">
            <w:pPr>
              <w:ind w:left="-57" w:right="-57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原工作</w:t>
            </w:r>
          </w:p>
          <w:p w:rsidR="00E44346" w:rsidRDefault="00E44346" w:rsidP="000C70B6">
            <w:pPr>
              <w:ind w:left="-57" w:right="-57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单位</w:t>
            </w:r>
          </w:p>
        </w:tc>
        <w:tc>
          <w:tcPr>
            <w:tcW w:w="1341" w:type="dxa"/>
            <w:tcBorders>
              <w:right w:val="single" w:sz="4" w:space="0" w:color="auto"/>
            </w:tcBorders>
            <w:vAlign w:val="center"/>
          </w:tcPr>
          <w:p w:rsidR="00E44346" w:rsidRDefault="00E44346" w:rsidP="000C70B6">
            <w:pPr>
              <w:ind w:left="-57" w:right="-57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E44346" w:rsidRDefault="00E44346" w:rsidP="000C70B6">
            <w:pPr>
              <w:ind w:left="-57" w:right="-57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原工作</w:t>
            </w:r>
          </w:p>
          <w:p w:rsidR="00E44346" w:rsidRDefault="00E44346" w:rsidP="00C42355">
            <w:pPr>
              <w:ind w:left="-57" w:right="-57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单位地址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  <w:vAlign w:val="center"/>
          </w:tcPr>
          <w:p w:rsidR="00E44346" w:rsidRDefault="00E44346" w:rsidP="0001686B">
            <w:pPr>
              <w:ind w:leftChars="-100" w:left="-210" w:rightChars="-100" w:right="-21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E44346" w:rsidRDefault="00E44346" w:rsidP="0001686B">
            <w:pPr>
              <w:ind w:leftChars="-100" w:left="-210" w:rightChars="-100" w:right="-21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参加工作</w:t>
            </w:r>
          </w:p>
          <w:p w:rsidR="00E44346" w:rsidRDefault="00E44346" w:rsidP="0001686B">
            <w:pPr>
              <w:ind w:leftChars="-100" w:left="-210" w:rightChars="-100" w:right="-21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时间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E44346" w:rsidRDefault="00E44346" w:rsidP="000C70B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44346" w:rsidTr="00C20C68">
        <w:trPr>
          <w:cantSplit/>
          <w:trHeight w:val="494"/>
          <w:jc w:val="center"/>
        </w:trPr>
        <w:tc>
          <w:tcPr>
            <w:tcW w:w="1291" w:type="dxa"/>
            <w:vAlign w:val="center"/>
          </w:tcPr>
          <w:p w:rsidR="00E44346" w:rsidRDefault="00E44346" w:rsidP="002D2C68">
            <w:pPr>
              <w:ind w:left="-57" w:right="-57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职务</w:t>
            </w:r>
          </w:p>
          <w:p w:rsidR="00E44346" w:rsidRDefault="00E44346" w:rsidP="002D2C68">
            <w:pPr>
              <w:ind w:left="-57" w:right="-57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或职称</w:t>
            </w:r>
          </w:p>
        </w:tc>
        <w:tc>
          <w:tcPr>
            <w:tcW w:w="1341" w:type="dxa"/>
            <w:tcBorders>
              <w:right w:val="single" w:sz="4" w:space="0" w:color="auto"/>
            </w:tcBorders>
            <w:vAlign w:val="center"/>
          </w:tcPr>
          <w:p w:rsidR="00E44346" w:rsidRDefault="00E44346" w:rsidP="0001686B">
            <w:pPr>
              <w:ind w:leftChars="-100" w:left="-210" w:rightChars="-100" w:right="-21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346" w:rsidRDefault="00E44346" w:rsidP="0001686B">
            <w:pPr>
              <w:ind w:leftChars="-100" w:left="-210" w:rightChars="-100" w:right="-21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籍</w:t>
            </w:r>
            <w:r>
              <w:rPr>
                <w:rFonts w:ascii="仿宋_GB2312" w:eastAsia="仿宋_GB2312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</w:rPr>
              <w:t>贯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346" w:rsidRDefault="00E44346" w:rsidP="0001686B">
            <w:pPr>
              <w:ind w:leftChars="-100" w:left="-210" w:rightChars="-100" w:right="-21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E44346" w:rsidRDefault="00E44346" w:rsidP="000C70B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身份证号</w:t>
            </w:r>
          </w:p>
        </w:tc>
        <w:tc>
          <w:tcPr>
            <w:tcW w:w="2897" w:type="dxa"/>
            <w:gridSpan w:val="2"/>
            <w:tcBorders>
              <w:left w:val="single" w:sz="4" w:space="0" w:color="auto"/>
            </w:tcBorders>
            <w:vAlign w:val="center"/>
          </w:tcPr>
          <w:p w:rsidR="00E44346" w:rsidRDefault="00E44346" w:rsidP="000C70B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44346" w:rsidTr="00CB762B">
        <w:trPr>
          <w:cantSplit/>
          <w:trHeight w:val="494"/>
          <w:jc w:val="center"/>
        </w:trPr>
        <w:tc>
          <w:tcPr>
            <w:tcW w:w="1291" w:type="dxa"/>
            <w:vAlign w:val="center"/>
          </w:tcPr>
          <w:p w:rsidR="00E44346" w:rsidRDefault="00E44346" w:rsidP="000C70B6">
            <w:pPr>
              <w:ind w:left="-57" w:right="-57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家庭住址</w:t>
            </w:r>
          </w:p>
        </w:tc>
        <w:tc>
          <w:tcPr>
            <w:tcW w:w="2759" w:type="dxa"/>
            <w:gridSpan w:val="2"/>
            <w:tcBorders>
              <w:right w:val="single" w:sz="4" w:space="0" w:color="auto"/>
            </w:tcBorders>
            <w:vAlign w:val="center"/>
          </w:tcPr>
          <w:p w:rsidR="00E44346" w:rsidRDefault="00E44346" w:rsidP="000C70B6">
            <w:pPr>
              <w:ind w:left="-57" w:right="-57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346" w:rsidRDefault="00E44346" w:rsidP="0001686B">
            <w:pPr>
              <w:ind w:leftChars="-100" w:left="-210" w:rightChars="-100" w:right="-21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英语等级</w:t>
            </w:r>
          </w:p>
          <w:p w:rsidR="00E44346" w:rsidRDefault="00E44346" w:rsidP="0001686B">
            <w:pPr>
              <w:ind w:leftChars="-100" w:left="-210" w:rightChars="-100" w:right="-21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（分数）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E44346" w:rsidRDefault="00E44346" w:rsidP="000C70B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E44346" w:rsidRDefault="00E44346" w:rsidP="000C70B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计算机</w:t>
            </w:r>
          </w:p>
          <w:p w:rsidR="00E44346" w:rsidRDefault="00E44346" w:rsidP="000C70B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等级</w:t>
            </w: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:rsidR="00E44346" w:rsidRDefault="00E44346" w:rsidP="000C70B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44346" w:rsidTr="00BF084E">
        <w:trPr>
          <w:cantSplit/>
          <w:trHeight w:val="406"/>
          <w:jc w:val="center"/>
        </w:trPr>
        <w:tc>
          <w:tcPr>
            <w:tcW w:w="1291" w:type="dxa"/>
            <w:vAlign w:val="center"/>
          </w:tcPr>
          <w:p w:rsidR="00E44346" w:rsidRDefault="00E44346" w:rsidP="000C70B6">
            <w:pPr>
              <w:ind w:left="-57" w:right="-57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2759" w:type="dxa"/>
            <w:gridSpan w:val="2"/>
            <w:tcBorders>
              <w:right w:val="single" w:sz="4" w:space="0" w:color="auto"/>
            </w:tcBorders>
            <w:vAlign w:val="center"/>
          </w:tcPr>
          <w:p w:rsidR="00E44346" w:rsidRDefault="00E44346" w:rsidP="000C70B6">
            <w:pPr>
              <w:ind w:left="-57" w:right="-57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 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346" w:rsidRDefault="00E44346" w:rsidP="007D3B13">
            <w:pPr>
              <w:ind w:right="-57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E-mail</w:t>
            </w:r>
          </w:p>
        </w:tc>
        <w:tc>
          <w:tcPr>
            <w:tcW w:w="4172" w:type="dxa"/>
            <w:gridSpan w:val="3"/>
            <w:tcBorders>
              <w:left w:val="single" w:sz="4" w:space="0" w:color="auto"/>
            </w:tcBorders>
            <w:vAlign w:val="center"/>
          </w:tcPr>
          <w:p w:rsidR="00E44346" w:rsidRDefault="00E44346" w:rsidP="000C70B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44346" w:rsidTr="00CB762B">
        <w:trPr>
          <w:trHeight w:val="1952"/>
          <w:jc w:val="center"/>
        </w:trPr>
        <w:tc>
          <w:tcPr>
            <w:tcW w:w="9498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E44346" w:rsidRPr="007D3B13" w:rsidRDefault="00E44346" w:rsidP="007D3B13">
            <w:r w:rsidRPr="007D3B13">
              <w:rPr>
                <w:rFonts w:ascii="仿宋_GB2312" w:eastAsia="仿宋_GB2312" w:hint="eastAsia"/>
                <w:b/>
                <w:sz w:val="24"/>
              </w:rPr>
              <w:t>学习经历</w:t>
            </w:r>
            <w:r w:rsidRPr="007D3B13">
              <w:rPr>
                <w:rFonts w:hint="eastAsia"/>
              </w:rPr>
              <w:t>（从高中开始，起止时间、院校及所学专业、取得学位等</w:t>
            </w:r>
            <w:r>
              <w:rPr>
                <w:rFonts w:hint="eastAsia"/>
              </w:rPr>
              <w:t>，不得中断</w:t>
            </w:r>
            <w:r w:rsidRPr="007D3B13">
              <w:rPr>
                <w:rFonts w:hint="eastAsia"/>
              </w:rPr>
              <w:t>）</w:t>
            </w:r>
          </w:p>
          <w:p w:rsidR="00E44346" w:rsidRPr="00CE6274" w:rsidRDefault="00E44346" w:rsidP="007D3B13">
            <w:pPr>
              <w:rPr>
                <w:rFonts w:ascii="仿宋_GB2312" w:eastAsia="仿宋_GB2312"/>
                <w:sz w:val="24"/>
              </w:rPr>
            </w:pPr>
          </w:p>
        </w:tc>
      </w:tr>
      <w:tr w:rsidR="00E44346" w:rsidTr="00CB762B">
        <w:tblPrEx>
          <w:tblBorders>
            <w:insideH w:val="single" w:sz="4" w:space="0" w:color="000000"/>
            <w:insideV w:val="single" w:sz="12" w:space="0" w:color="000000"/>
          </w:tblBorders>
        </w:tblPrEx>
        <w:trPr>
          <w:trHeight w:val="1796"/>
          <w:jc w:val="center"/>
        </w:trPr>
        <w:tc>
          <w:tcPr>
            <w:tcW w:w="9498" w:type="dxa"/>
            <w:gridSpan w:val="7"/>
            <w:tcBorders>
              <w:top w:val="single" w:sz="12" w:space="0" w:color="auto"/>
              <w:bottom w:val="single" w:sz="12" w:space="0" w:color="000000"/>
            </w:tcBorders>
          </w:tcPr>
          <w:p w:rsidR="00E44346" w:rsidRPr="007D3B13" w:rsidRDefault="00E44346" w:rsidP="007D3B13">
            <w:pPr>
              <w:spacing w:line="400" w:lineRule="atLeast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工作简历</w:t>
            </w:r>
          </w:p>
          <w:p w:rsidR="00E44346" w:rsidRPr="002226A9" w:rsidRDefault="00E44346" w:rsidP="0001686B">
            <w:pPr>
              <w:spacing w:line="440" w:lineRule="atLeast"/>
              <w:rPr>
                <w:rFonts w:ascii="仿宋_GB2312" w:eastAsia="仿宋_GB2312"/>
                <w:sz w:val="24"/>
              </w:rPr>
            </w:pPr>
          </w:p>
        </w:tc>
      </w:tr>
      <w:tr w:rsidR="00E44346" w:rsidTr="00CB762B">
        <w:tblPrEx>
          <w:tblBorders>
            <w:insideH w:val="single" w:sz="4" w:space="0" w:color="000000"/>
            <w:insideV w:val="single" w:sz="12" w:space="0" w:color="000000"/>
          </w:tblBorders>
        </w:tblPrEx>
        <w:trPr>
          <w:trHeight w:val="1943"/>
          <w:jc w:val="center"/>
        </w:trPr>
        <w:tc>
          <w:tcPr>
            <w:tcW w:w="9498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E44346" w:rsidRDefault="00E44346" w:rsidP="0052034E">
            <w:pPr>
              <w:spacing w:line="400" w:lineRule="atLeast"/>
              <w:rPr>
                <w:rFonts w:ascii="宋体"/>
                <w:szCs w:val="21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主要业绩</w:t>
            </w:r>
            <w:r w:rsidRPr="0052034E">
              <w:rPr>
                <w:rFonts w:ascii="宋体" w:hAnsi="宋体" w:hint="eastAsia"/>
                <w:szCs w:val="21"/>
              </w:rPr>
              <w:t>（受过的奖励或报纸、刊物上发表的文章</w:t>
            </w:r>
            <w:r>
              <w:rPr>
                <w:rFonts w:ascii="宋体" w:hAnsi="宋体" w:hint="eastAsia"/>
                <w:szCs w:val="21"/>
              </w:rPr>
              <w:t>，科研项目名称、排名、类型、起止时间</w:t>
            </w:r>
            <w:r w:rsidRPr="0052034E">
              <w:rPr>
                <w:rFonts w:ascii="宋体" w:hAnsi="宋体" w:hint="eastAsia"/>
                <w:szCs w:val="21"/>
              </w:rPr>
              <w:t>）</w:t>
            </w:r>
          </w:p>
          <w:p w:rsidR="00E44346" w:rsidRPr="00CE6274" w:rsidRDefault="00E44346" w:rsidP="00CE6274">
            <w:pPr>
              <w:spacing w:line="300" w:lineRule="exact"/>
              <w:rPr>
                <w:rFonts w:ascii="宋体"/>
              </w:rPr>
            </w:pPr>
          </w:p>
        </w:tc>
      </w:tr>
      <w:tr w:rsidR="00E44346" w:rsidTr="00CB762B">
        <w:tblPrEx>
          <w:tblBorders>
            <w:insideH w:val="single" w:sz="4" w:space="0" w:color="000000"/>
            <w:insideV w:val="single" w:sz="12" w:space="0" w:color="000000"/>
          </w:tblBorders>
        </w:tblPrEx>
        <w:trPr>
          <w:trHeight w:val="1822"/>
          <w:jc w:val="center"/>
        </w:trPr>
        <w:tc>
          <w:tcPr>
            <w:tcW w:w="9498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E44346" w:rsidRDefault="00E44346" w:rsidP="00BF084E">
            <w:pPr>
              <w:spacing w:line="400" w:lineRule="atLeast"/>
              <w:rPr>
                <w:rFonts w:ascii="宋体"/>
                <w:szCs w:val="21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家庭情况</w:t>
            </w:r>
            <w:r w:rsidRPr="0052034E"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 w:hint="eastAsia"/>
                <w:szCs w:val="21"/>
              </w:rPr>
              <w:t>家庭主要成员姓名、关系、工作单位、职务</w:t>
            </w:r>
            <w:r w:rsidRPr="0052034E">
              <w:rPr>
                <w:rFonts w:ascii="宋体" w:hAnsi="宋体" w:hint="eastAsia"/>
                <w:szCs w:val="21"/>
              </w:rPr>
              <w:t>）</w:t>
            </w:r>
          </w:p>
          <w:p w:rsidR="00E44346" w:rsidRPr="00CE6274" w:rsidRDefault="00E44346" w:rsidP="00BF084E">
            <w:pPr>
              <w:spacing w:line="400" w:lineRule="atLeast"/>
              <w:rPr>
                <w:rFonts w:ascii="仿宋_GB2312" w:eastAsia="仿宋_GB2312"/>
                <w:sz w:val="24"/>
              </w:rPr>
            </w:pPr>
          </w:p>
        </w:tc>
      </w:tr>
      <w:tr w:rsidR="00E44346" w:rsidTr="00C42355">
        <w:tblPrEx>
          <w:tblBorders>
            <w:insideH w:val="single" w:sz="4" w:space="0" w:color="000000"/>
            <w:insideV w:val="single" w:sz="12" w:space="0" w:color="000000"/>
          </w:tblBorders>
        </w:tblPrEx>
        <w:trPr>
          <w:trHeight w:val="1053"/>
          <w:jc w:val="center"/>
        </w:trPr>
        <w:tc>
          <w:tcPr>
            <w:tcW w:w="9498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E44346" w:rsidRPr="00F6021A" w:rsidRDefault="00E44346" w:rsidP="0001686B">
            <w:pPr>
              <w:ind w:rightChars="-50" w:right="-105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备注</w:t>
            </w:r>
            <w:r w:rsidRPr="00EC20D6">
              <w:rPr>
                <w:rFonts w:ascii="仿宋_GB2312" w:eastAsia="仿宋_GB2312" w:hint="eastAsia"/>
                <w:b/>
                <w:sz w:val="24"/>
              </w:rPr>
              <w:t>：</w:t>
            </w:r>
          </w:p>
        </w:tc>
      </w:tr>
    </w:tbl>
    <w:p w:rsidR="00E44346" w:rsidRDefault="00E44346"/>
    <w:sectPr w:rsidR="00E44346" w:rsidSect="00CB762B">
      <w:headerReference w:type="default" r:id="rId6"/>
      <w:footerReference w:type="even" r:id="rId7"/>
      <w:pgSz w:w="11906" w:h="16838"/>
      <w:pgMar w:top="1089" w:right="924" w:bottom="510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4346" w:rsidRDefault="00E44346" w:rsidP="008F7C14">
      <w:r>
        <w:separator/>
      </w:r>
    </w:p>
  </w:endnote>
  <w:endnote w:type="continuationSeparator" w:id="0">
    <w:p w:rsidR="00E44346" w:rsidRDefault="00E44346" w:rsidP="008F7C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346" w:rsidRDefault="00E4434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44346" w:rsidRDefault="00E4434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4346" w:rsidRDefault="00E44346" w:rsidP="008F7C14">
      <w:r>
        <w:separator/>
      </w:r>
    </w:p>
  </w:footnote>
  <w:footnote w:type="continuationSeparator" w:id="0">
    <w:p w:rsidR="00E44346" w:rsidRDefault="00E44346" w:rsidP="008F7C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346" w:rsidRDefault="00E44346" w:rsidP="00A04928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7C14"/>
    <w:rsid w:val="00000268"/>
    <w:rsid w:val="00000F16"/>
    <w:rsid w:val="00002954"/>
    <w:rsid w:val="00002C4F"/>
    <w:rsid w:val="0000392D"/>
    <w:rsid w:val="00003AB7"/>
    <w:rsid w:val="00003B88"/>
    <w:rsid w:val="00004DDE"/>
    <w:rsid w:val="00005203"/>
    <w:rsid w:val="00005437"/>
    <w:rsid w:val="000059AA"/>
    <w:rsid w:val="0000615E"/>
    <w:rsid w:val="00006CE8"/>
    <w:rsid w:val="00007351"/>
    <w:rsid w:val="000105AC"/>
    <w:rsid w:val="00010757"/>
    <w:rsid w:val="000107DB"/>
    <w:rsid w:val="00011737"/>
    <w:rsid w:val="00012008"/>
    <w:rsid w:val="00013908"/>
    <w:rsid w:val="00013B34"/>
    <w:rsid w:val="00013C05"/>
    <w:rsid w:val="000143F6"/>
    <w:rsid w:val="0001686B"/>
    <w:rsid w:val="00016A21"/>
    <w:rsid w:val="00020116"/>
    <w:rsid w:val="000207BF"/>
    <w:rsid w:val="00021A0E"/>
    <w:rsid w:val="0002228D"/>
    <w:rsid w:val="00022ADA"/>
    <w:rsid w:val="000232FF"/>
    <w:rsid w:val="00023F7E"/>
    <w:rsid w:val="0002631D"/>
    <w:rsid w:val="00026B20"/>
    <w:rsid w:val="00026D4D"/>
    <w:rsid w:val="000275CC"/>
    <w:rsid w:val="000279B9"/>
    <w:rsid w:val="000314D7"/>
    <w:rsid w:val="000316AF"/>
    <w:rsid w:val="00032313"/>
    <w:rsid w:val="00032CFA"/>
    <w:rsid w:val="000347E7"/>
    <w:rsid w:val="00034DF3"/>
    <w:rsid w:val="00035468"/>
    <w:rsid w:val="00035722"/>
    <w:rsid w:val="00035CF6"/>
    <w:rsid w:val="000360B5"/>
    <w:rsid w:val="0003663B"/>
    <w:rsid w:val="0003700D"/>
    <w:rsid w:val="000375EA"/>
    <w:rsid w:val="0003776E"/>
    <w:rsid w:val="00037E06"/>
    <w:rsid w:val="00040634"/>
    <w:rsid w:val="000415A8"/>
    <w:rsid w:val="00041F77"/>
    <w:rsid w:val="000428FF"/>
    <w:rsid w:val="00043AF5"/>
    <w:rsid w:val="00043E47"/>
    <w:rsid w:val="00044D6C"/>
    <w:rsid w:val="000451C0"/>
    <w:rsid w:val="00046330"/>
    <w:rsid w:val="0004685C"/>
    <w:rsid w:val="00046B97"/>
    <w:rsid w:val="00046D7B"/>
    <w:rsid w:val="00046DC2"/>
    <w:rsid w:val="00046EF7"/>
    <w:rsid w:val="000507C0"/>
    <w:rsid w:val="00050806"/>
    <w:rsid w:val="0005109F"/>
    <w:rsid w:val="00051532"/>
    <w:rsid w:val="00052230"/>
    <w:rsid w:val="000522ED"/>
    <w:rsid w:val="00052C11"/>
    <w:rsid w:val="0005354B"/>
    <w:rsid w:val="0005377F"/>
    <w:rsid w:val="00054504"/>
    <w:rsid w:val="00054C9B"/>
    <w:rsid w:val="000552B0"/>
    <w:rsid w:val="00055572"/>
    <w:rsid w:val="000556B7"/>
    <w:rsid w:val="00056B3D"/>
    <w:rsid w:val="00057626"/>
    <w:rsid w:val="00057635"/>
    <w:rsid w:val="00057A3E"/>
    <w:rsid w:val="00060D03"/>
    <w:rsid w:val="00060D0F"/>
    <w:rsid w:val="00061118"/>
    <w:rsid w:val="00062805"/>
    <w:rsid w:val="0006404C"/>
    <w:rsid w:val="00064456"/>
    <w:rsid w:val="00064478"/>
    <w:rsid w:val="000650ED"/>
    <w:rsid w:val="0006599E"/>
    <w:rsid w:val="00065AD8"/>
    <w:rsid w:val="000664E7"/>
    <w:rsid w:val="00066652"/>
    <w:rsid w:val="00066B61"/>
    <w:rsid w:val="00066C16"/>
    <w:rsid w:val="00066D14"/>
    <w:rsid w:val="00071851"/>
    <w:rsid w:val="00072011"/>
    <w:rsid w:val="0007290D"/>
    <w:rsid w:val="00072F33"/>
    <w:rsid w:val="000730E7"/>
    <w:rsid w:val="000732FC"/>
    <w:rsid w:val="00073301"/>
    <w:rsid w:val="00073CC0"/>
    <w:rsid w:val="000746EB"/>
    <w:rsid w:val="00075011"/>
    <w:rsid w:val="00075DEF"/>
    <w:rsid w:val="0007656A"/>
    <w:rsid w:val="00077A64"/>
    <w:rsid w:val="00080E2F"/>
    <w:rsid w:val="00081A27"/>
    <w:rsid w:val="00083222"/>
    <w:rsid w:val="00083A20"/>
    <w:rsid w:val="00084907"/>
    <w:rsid w:val="00084C7F"/>
    <w:rsid w:val="00085367"/>
    <w:rsid w:val="000856FE"/>
    <w:rsid w:val="000858B0"/>
    <w:rsid w:val="00091356"/>
    <w:rsid w:val="00091428"/>
    <w:rsid w:val="0009204C"/>
    <w:rsid w:val="000921E3"/>
    <w:rsid w:val="00092FD9"/>
    <w:rsid w:val="000948F9"/>
    <w:rsid w:val="0009495E"/>
    <w:rsid w:val="000952B2"/>
    <w:rsid w:val="0009653E"/>
    <w:rsid w:val="00096814"/>
    <w:rsid w:val="000A049A"/>
    <w:rsid w:val="000A1682"/>
    <w:rsid w:val="000A19BD"/>
    <w:rsid w:val="000A1A1E"/>
    <w:rsid w:val="000A1FFC"/>
    <w:rsid w:val="000A2296"/>
    <w:rsid w:val="000A2C0E"/>
    <w:rsid w:val="000A2EC6"/>
    <w:rsid w:val="000A4CF9"/>
    <w:rsid w:val="000A4D44"/>
    <w:rsid w:val="000A55E1"/>
    <w:rsid w:val="000A6ECC"/>
    <w:rsid w:val="000A7518"/>
    <w:rsid w:val="000B0135"/>
    <w:rsid w:val="000B0E33"/>
    <w:rsid w:val="000B14E3"/>
    <w:rsid w:val="000B2632"/>
    <w:rsid w:val="000B3113"/>
    <w:rsid w:val="000B3613"/>
    <w:rsid w:val="000B4098"/>
    <w:rsid w:val="000B4206"/>
    <w:rsid w:val="000B519E"/>
    <w:rsid w:val="000B5623"/>
    <w:rsid w:val="000C2612"/>
    <w:rsid w:val="000C2AD3"/>
    <w:rsid w:val="000C4DB8"/>
    <w:rsid w:val="000C70B6"/>
    <w:rsid w:val="000C79A4"/>
    <w:rsid w:val="000D028D"/>
    <w:rsid w:val="000D06A7"/>
    <w:rsid w:val="000D10BC"/>
    <w:rsid w:val="000D1BC4"/>
    <w:rsid w:val="000D3410"/>
    <w:rsid w:val="000D4078"/>
    <w:rsid w:val="000D5BEA"/>
    <w:rsid w:val="000D5C04"/>
    <w:rsid w:val="000D6593"/>
    <w:rsid w:val="000D7422"/>
    <w:rsid w:val="000D7CF0"/>
    <w:rsid w:val="000E0D55"/>
    <w:rsid w:val="000E13D9"/>
    <w:rsid w:val="000E18B2"/>
    <w:rsid w:val="000E23EF"/>
    <w:rsid w:val="000E28F7"/>
    <w:rsid w:val="000E2C84"/>
    <w:rsid w:val="000E2CA5"/>
    <w:rsid w:val="000E3218"/>
    <w:rsid w:val="000E3458"/>
    <w:rsid w:val="000E35A0"/>
    <w:rsid w:val="000E37F0"/>
    <w:rsid w:val="000E4475"/>
    <w:rsid w:val="000E4699"/>
    <w:rsid w:val="000E4EA5"/>
    <w:rsid w:val="000E5881"/>
    <w:rsid w:val="000E63EF"/>
    <w:rsid w:val="000E641C"/>
    <w:rsid w:val="000E7921"/>
    <w:rsid w:val="000E7F12"/>
    <w:rsid w:val="000F0060"/>
    <w:rsid w:val="000F041F"/>
    <w:rsid w:val="000F0622"/>
    <w:rsid w:val="000F103F"/>
    <w:rsid w:val="000F2776"/>
    <w:rsid w:val="000F2F60"/>
    <w:rsid w:val="000F363F"/>
    <w:rsid w:val="000F4D0F"/>
    <w:rsid w:val="000F63D0"/>
    <w:rsid w:val="000F6822"/>
    <w:rsid w:val="000F768A"/>
    <w:rsid w:val="000F7AE6"/>
    <w:rsid w:val="00100EFA"/>
    <w:rsid w:val="00101463"/>
    <w:rsid w:val="001014D5"/>
    <w:rsid w:val="00101A62"/>
    <w:rsid w:val="001044B2"/>
    <w:rsid w:val="001048C7"/>
    <w:rsid w:val="001050D9"/>
    <w:rsid w:val="001063E5"/>
    <w:rsid w:val="0010690A"/>
    <w:rsid w:val="00106969"/>
    <w:rsid w:val="00106EEB"/>
    <w:rsid w:val="001073BF"/>
    <w:rsid w:val="001119F8"/>
    <w:rsid w:val="00111AB0"/>
    <w:rsid w:val="00111CEE"/>
    <w:rsid w:val="00112B95"/>
    <w:rsid w:val="00113838"/>
    <w:rsid w:val="001140A1"/>
    <w:rsid w:val="00114E91"/>
    <w:rsid w:val="001152F8"/>
    <w:rsid w:val="00120149"/>
    <w:rsid w:val="00122154"/>
    <w:rsid w:val="00123B79"/>
    <w:rsid w:val="00124157"/>
    <w:rsid w:val="0012435E"/>
    <w:rsid w:val="00124CFE"/>
    <w:rsid w:val="00124F19"/>
    <w:rsid w:val="001251A2"/>
    <w:rsid w:val="0012538E"/>
    <w:rsid w:val="001253D2"/>
    <w:rsid w:val="00125557"/>
    <w:rsid w:val="001259C7"/>
    <w:rsid w:val="001266C7"/>
    <w:rsid w:val="00127177"/>
    <w:rsid w:val="0012797C"/>
    <w:rsid w:val="001321B1"/>
    <w:rsid w:val="001348D3"/>
    <w:rsid w:val="00135375"/>
    <w:rsid w:val="00135AB0"/>
    <w:rsid w:val="00136222"/>
    <w:rsid w:val="00137057"/>
    <w:rsid w:val="00140698"/>
    <w:rsid w:val="00141714"/>
    <w:rsid w:val="0014349E"/>
    <w:rsid w:val="001435B5"/>
    <w:rsid w:val="00143F23"/>
    <w:rsid w:val="001440A7"/>
    <w:rsid w:val="00144CC8"/>
    <w:rsid w:val="001465B3"/>
    <w:rsid w:val="001500F0"/>
    <w:rsid w:val="00150172"/>
    <w:rsid w:val="00150640"/>
    <w:rsid w:val="00150ED8"/>
    <w:rsid w:val="00152757"/>
    <w:rsid w:val="00152D80"/>
    <w:rsid w:val="001535B5"/>
    <w:rsid w:val="00154C9D"/>
    <w:rsid w:val="00155884"/>
    <w:rsid w:val="001576A9"/>
    <w:rsid w:val="00157952"/>
    <w:rsid w:val="00157E15"/>
    <w:rsid w:val="00160240"/>
    <w:rsid w:val="00160C09"/>
    <w:rsid w:val="00161137"/>
    <w:rsid w:val="0016260B"/>
    <w:rsid w:val="00163491"/>
    <w:rsid w:val="001645EB"/>
    <w:rsid w:val="001645F0"/>
    <w:rsid w:val="00164A1A"/>
    <w:rsid w:val="00165352"/>
    <w:rsid w:val="00165AA1"/>
    <w:rsid w:val="00165DAF"/>
    <w:rsid w:val="00165E64"/>
    <w:rsid w:val="00166B3D"/>
    <w:rsid w:val="0016786F"/>
    <w:rsid w:val="00170511"/>
    <w:rsid w:val="00170988"/>
    <w:rsid w:val="001713FE"/>
    <w:rsid w:val="001715CF"/>
    <w:rsid w:val="001720F6"/>
    <w:rsid w:val="00172339"/>
    <w:rsid w:val="00172A7A"/>
    <w:rsid w:val="00172C58"/>
    <w:rsid w:val="00172F53"/>
    <w:rsid w:val="001730F0"/>
    <w:rsid w:val="001737EC"/>
    <w:rsid w:val="00173B96"/>
    <w:rsid w:val="00174332"/>
    <w:rsid w:val="00174501"/>
    <w:rsid w:val="00174966"/>
    <w:rsid w:val="001762C8"/>
    <w:rsid w:val="0017694E"/>
    <w:rsid w:val="00177AD7"/>
    <w:rsid w:val="001807E4"/>
    <w:rsid w:val="00181A8C"/>
    <w:rsid w:val="00181ABF"/>
    <w:rsid w:val="001827A3"/>
    <w:rsid w:val="00182C46"/>
    <w:rsid w:val="00184470"/>
    <w:rsid w:val="0018486B"/>
    <w:rsid w:val="00184A3A"/>
    <w:rsid w:val="00185BD5"/>
    <w:rsid w:val="00186506"/>
    <w:rsid w:val="00186A66"/>
    <w:rsid w:val="00187A22"/>
    <w:rsid w:val="00190186"/>
    <w:rsid w:val="00190768"/>
    <w:rsid w:val="001917D7"/>
    <w:rsid w:val="0019237F"/>
    <w:rsid w:val="00193C71"/>
    <w:rsid w:val="00194072"/>
    <w:rsid w:val="001946BA"/>
    <w:rsid w:val="001957F5"/>
    <w:rsid w:val="00195CC2"/>
    <w:rsid w:val="00196145"/>
    <w:rsid w:val="0019624C"/>
    <w:rsid w:val="00196396"/>
    <w:rsid w:val="001968CF"/>
    <w:rsid w:val="00196983"/>
    <w:rsid w:val="001978C0"/>
    <w:rsid w:val="00197ECE"/>
    <w:rsid w:val="001A0A17"/>
    <w:rsid w:val="001A13FD"/>
    <w:rsid w:val="001A2690"/>
    <w:rsid w:val="001A45C7"/>
    <w:rsid w:val="001A4606"/>
    <w:rsid w:val="001A4748"/>
    <w:rsid w:val="001A662D"/>
    <w:rsid w:val="001A6B92"/>
    <w:rsid w:val="001A755F"/>
    <w:rsid w:val="001B0B70"/>
    <w:rsid w:val="001B1274"/>
    <w:rsid w:val="001B3124"/>
    <w:rsid w:val="001B3E82"/>
    <w:rsid w:val="001B47E6"/>
    <w:rsid w:val="001B5123"/>
    <w:rsid w:val="001B658E"/>
    <w:rsid w:val="001B6983"/>
    <w:rsid w:val="001B6C04"/>
    <w:rsid w:val="001C0074"/>
    <w:rsid w:val="001C02C1"/>
    <w:rsid w:val="001C08F6"/>
    <w:rsid w:val="001C1693"/>
    <w:rsid w:val="001C1998"/>
    <w:rsid w:val="001C41BB"/>
    <w:rsid w:val="001C4DA6"/>
    <w:rsid w:val="001C71CA"/>
    <w:rsid w:val="001C7CC5"/>
    <w:rsid w:val="001D35EB"/>
    <w:rsid w:val="001D37BB"/>
    <w:rsid w:val="001D3CDE"/>
    <w:rsid w:val="001D3E53"/>
    <w:rsid w:val="001D5C86"/>
    <w:rsid w:val="001D62A8"/>
    <w:rsid w:val="001D7B37"/>
    <w:rsid w:val="001E0142"/>
    <w:rsid w:val="001E04C2"/>
    <w:rsid w:val="001E080D"/>
    <w:rsid w:val="001E1BE6"/>
    <w:rsid w:val="001E1CAD"/>
    <w:rsid w:val="001E228D"/>
    <w:rsid w:val="001E2E79"/>
    <w:rsid w:val="001E3258"/>
    <w:rsid w:val="001E372C"/>
    <w:rsid w:val="001E409A"/>
    <w:rsid w:val="001E4CA4"/>
    <w:rsid w:val="001E4EE2"/>
    <w:rsid w:val="001E6FE2"/>
    <w:rsid w:val="001E7776"/>
    <w:rsid w:val="001E7899"/>
    <w:rsid w:val="001F15A2"/>
    <w:rsid w:val="001F318B"/>
    <w:rsid w:val="001F3357"/>
    <w:rsid w:val="001F3F6F"/>
    <w:rsid w:val="001F5058"/>
    <w:rsid w:val="001F5E23"/>
    <w:rsid w:val="001F5EC0"/>
    <w:rsid w:val="001F62E5"/>
    <w:rsid w:val="001F6428"/>
    <w:rsid w:val="002002F4"/>
    <w:rsid w:val="00200997"/>
    <w:rsid w:val="00201326"/>
    <w:rsid w:val="00201ADA"/>
    <w:rsid w:val="0020238C"/>
    <w:rsid w:val="00202479"/>
    <w:rsid w:val="0020247D"/>
    <w:rsid w:val="00202BA1"/>
    <w:rsid w:val="002042CD"/>
    <w:rsid w:val="002046BE"/>
    <w:rsid w:val="002051B4"/>
    <w:rsid w:val="002055B0"/>
    <w:rsid w:val="00205975"/>
    <w:rsid w:val="00206052"/>
    <w:rsid w:val="0020647D"/>
    <w:rsid w:val="00206ABC"/>
    <w:rsid w:val="00206D69"/>
    <w:rsid w:val="00206F67"/>
    <w:rsid w:val="00207048"/>
    <w:rsid w:val="0020721A"/>
    <w:rsid w:val="00210017"/>
    <w:rsid w:val="002113D5"/>
    <w:rsid w:val="00211597"/>
    <w:rsid w:val="00211606"/>
    <w:rsid w:val="00211962"/>
    <w:rsid w:val="00212009"/>
    <w:rsid w:val="00212065"/>
    <w:rsid w:val="00212E0B"/>
    <w:rsid w:val="00213087"/>
    <w:rsid w:val="002131D5"/>
    <w:rsid w:val="002133B1"/>
    <w:rsid w:val="00213C1F"/>
    <w:rsid w:val="002140C6"/>
    <w:rsid w:val="00214629"/>
    <w:rsid w:val="00217402"/>
    <w:rsid w:val="00220807"/>
    <w:rsid w:val="0022081A"/>
    <w:rsid w:val="00220E49"/>
    <w:rsid w:val="00220F55"/>
    <w:rsid w:val="002210B4"/>
    <w:rsid w:val="002216C7"/>
    <w:rsid w:val="002226A9"/>
    <w:rsid w:val="00222ADE"/>
    <w:rsid w:val="00222AF4"/>
    <w:rsid w:val="00222C49"/>
    <w:rsid w:val="002230C3"/>
    <w:rsid w:val="0022360B"/>
    <w:rsid w:val="00223E09"/>
    <w:rsid w:val="0022429F"/>
    <w:rsid w:val="00224343"/>
    <w:rsid w:val="00224916"/>
    <w:rsid w:val="00224B41"/>
    <w:rsid w:val="00224C00"/>
    <w:rsid w:val="00225E20"/>
    <w:rsid w:val="00226583"/>
    <w:rsid w:val="00226690"/>
    <w:rsid w:val="00227692"/>
    <w:rsid w:val="0022769C"/>
    <w:rsid w:val="0022786F"/>
    <w:rsid w:val="002316B5"/>
    <w:rsid w:val="00231B12"/>
    <w:rsid w:val="002340CB"/>
    <w:rsid w:val="00234596"/>
    <w:rsid w:val="00234892"/>
    <w:rsid w:val="002350B6"/>
    <w:rsid w:val="002368D5"/>
    <w:rsid w:val="00237447"/>
    <w:rsid w:val="00237706"/>
    <w:rsid w:val="00240049"/>
    <w:rsid w:val="0024152D"/>
    <w:rsid w:val="002416FF"/>
    <w:rsid w:val="00241763"/>
    <w:rsid w:val="00241887"/>
    <w:rsid w:val="00241B6C"/>
    <w:rsid w:val="00241ECC"/>
    <w:rsid w:val="002429DC"/>
    <w:rsid w:val="0024545D"/>
    <w:rsid w:val="0024631C"/>
    <w:rsid w:val="0024784A"/>
    <w:rsid w:val="0025105C"/>
    <w:rsid w:val="002513CD"/>
    <w:rsid w:val="00251C51"/>
    <w:rsid w:val="002522CD"/>
    <w:rsid w:val="00252955"/>
    <w:rsid w:val="00253A89"/>
    <w:rsid w:val="002545EB"/>
    <w:rsid w:val="00255D84"/>
    <w:rsid w:val="00255E72"/>
    <w:rsid w:val="00255E83"/>
    <w:rsid w:val="002561C8"/>
    <w:rsid w:val="00256358"/>
    <w:rsid w:val="00256B6C"/>
    <w:rsid w:val="00256CDE"/>
    <w:rsid w:val="00257E52"/>
    <w:rsid w:val="002601B0"/>
    <w:rsid w:val="0026045B"/>
    <w:rsid w:val="002626B0"/>
    <w:rsid w:val="00262800"/>
    <w:rsid w:val="00262C46"/>
    <w:rsid w:val="00262CF2"/>
    <w:rsid w:val="00262EBE"/>
    <w:rsid w:val="00262EDB"/>
    <w:rsid w:val="0026369C"/>
    <w:rsid w:val="002648E7"/>
    <w:rsid w:val="002649CA"/>
    <w:rsid w:val="00265C59"/>
    <w:rsid w:val="00265F7A"/>
    <w:rsid w:val="00266175"/>
    <w:rsid w:val="00267DE0"/>
    <w:rsid w:val="00270404"/>
    <w:rsid w:val="00270B65"/>
    <w:rsid w:val="00270CD0"/>
    <w:rsid w:val="0027129F"/>
    <w:rsid w:val="00271A89"/>
    <w:rsid w:val="00272F45"/>
    <w:rsid w:val="0027379E"/>
    <w:rsid w:val="00275675"/>
    <w:rsid w:val="00275B9E"/>
    <w:rsid w:val="00275BF5"/>
    <w:rsid w:val="00275CF8"/>
    <w:rsid w:val="0027637F"/>
    <w:rsid w:val="00276B54"/>
    <w:rsid w:val="002775FB"/>
    <w:rsid w:val="00280669"/>
    <w:rsid w:val="00280AEC"/>
    <w:rsid w:val="00280CD3"/>
    <w:rsid w:val="00281E43"/>
    <w:rsid w:val="002837B2"/>
    <w:rsid w:val="00284C9D"/>
    <w:rsid w:val="00285AFA"/>
    <w:rsid w:val="00285D88"/>
    <w:rsid w:val="00286EAE"/>
    <w:rsid w:val="0029052D"/>
    <w:rsid w:val="00290D43"/>
    <w:rsid w:val="00290FDC"/>
    <w:rsid w:val="002913BD"/>
    <w:rsid w:val="002916DD"/>
    <w:rsid w:val="00292849"/>
    <w:rsid w:val="002957B2"/>
    <w:rsid w:val="002A05BC"/>
    <w:rsid w:val="002A17DE"/>
    <w:rsid w:val="002A20E4"/>
    <w:rsid w:val="002A23F2"/>
    <w:rsid w:val="002A2CCC"/>
    <w:rsid w:val="002A2DBB"/>
    <w:rsid w:val="002A3354"/>
    <w:rsid w:val="002A33E9"/>
    <w:rsid w:val="002A61A1"/>
    <w:rsid w:val="002A6D47"/>
    <w:rsid w:val="002A7366"/>
    <w:rsid w:val="002A77CD"/>
    <w:rsid w:val="002A7820"/>
    <w:rsid w:val="002A7B99"/>
    <w:rsid w:val="002B067F"/>
    <w:rsid w:val="002B0ABB"/>
    <w:rsid w:val="002B1C4B"/>
    <w:rsid w:val="002B1DC6"/>
    <w:rsid w:val="002B1FDF"/>
    <w:rsid w:val="002B3372"/>
    <w:rsid w:val="002B42C9"/>
    <w:rsid w:val="002B4955"/>
    <w:rsid w:val="002B4D0E"/>
    <w:rsid w:val="002B752D"/>
    <w:rsid w:val="002B7CDD"/>
    <w:rsid w:val="002C3149"/>
    <w:rsid w:val="002C35A7"/>
    <w:rsid w:val="002C376E"/>
    <w:rsid w:val="002C448F"/>
    <w:rsid w:val="002C4FB1"/>
    <w:rsid w:val="002C5D87"/>
    <w:rsid w:val="002D0892"/>
    <w:rsid w:val="002D0ACF"/>
    <w:rsid w:val="002D130A"/>
    <w:rsid w:val="002D2BA6"/>
    <w:rsid w:val="002D2C68"/>
    <w:rsid w:val="002D5EA7"/>
    <w:rsid w:val="002D6866"/>
    <w:rsid w:val="002D6AE6"/>
    <w:rsid w:val="002D70C1"/>
    <w:rsid w:val="002D77B4"/>
    <w:rsid w:val="002E04B8"/>
    <w:rsid w:val="002E0FA5"/>
    <w:rsid w:val="002E12E7"/>
    <w:rsid w:val="002E3549"/>
    <w:rsid w:val="002E376F"/>
    <w:rsid w:val="002E40BB"/>
    <w:rsid w:val="002E41E0"/>
    <w:rsid w:val="002E4E12"/>
    <w:rsid w:val="002E5070"/>
    <w:rsid w:val="002E5DB0"/>
    <w:rsid w:val="002E5DEB"/>
    <w:rsid w:val="002E62B6"/>
    <w:rsid w:val="002E7327"/>
    <w:rsid w:val="002E73A4"/>
    <w:rsid w:val="002E7770"/>
    <w:rsid w:val="002E7945"/>
    <w:rsid w:val="002F0399"/>
    <w:rsid w:val="002F124E"/>
    <w:rsid w:val="002F16EB"/>
    <w:rsid w:val="002F1779"/>
    <w:rsid w:val="002F3704"/>
    <w:rsid w:val="002F3728"/>
    <w:rsid w:val="002F3C2E"/>
    <w:rsid w:val="002F3DED"/>
    <w:rsid w:val="002F3DF3"/>
    <w:rsid w:val="002F4954"/>
    <w:rsid w:val="002F6B49"/>
    <w:rsid w:val="002F6BD8"/>
    <w:rsid w:val="002F6DFD"/>
    <w:rsid w:val="00300029"/>
    <w:rsid w:val="00300D47"/>
    <w:rsid w:val="00300F66"/>
    <w:rsid w:val="0030105C"/>
    <w:rsid w:val="00301537"/>
    <w:rsid w:val="00301865"/>
    <w:rsid w:val="003020D2"/>
    <w:rsid w:val="003040A9"/>
    <w:rsid w:val="00304600"/>
    <w:rsid w:val="00310C39"/>
    <w:rsid w:val="00310D79"/>
    <w:rsid w:val="00311E72"/>
    <w:rsid w:val="00313FA5"/>
    <w:rsid w:val="00314AF9"/>
    <w:rsid w:val="00315FCD"/>
    <w:rsid w:val="003169B5"/>
    <w:rsid w:val="00320A84"/>
    <w:rsid w:val="003219B6"/>
    <w:rsid w:val="00321E0B"/>
    <w:rsid w:val="00322D25"/>
    <w:rsid w:val="00324540"/>
    <w:rsid w:val="0032484A"/>
    <w:rsid w:val="00326D48"/>
    <w:rsid w:val="00327080"/>
    <w:rsid w:val="0033006E"/>
    <w:rsid w:val="00330859"/>
    <w:rsid w:val="00331209"/>
    <w:rsid w:val="00331B7D"/>
    <w:rsid w:val="00331DD0"/>
    <w:rsid w:val="003320B1"/>
    <w:rsid w:val="003322A9"/>
    <w:rsid w:val="00332358"/>
    <w:rsid w:val="00332513"/>
    <w:rsid w:val="00333689"/>
    <w:rsid w:val="003338AC"/>
    <w:rsid w:val="003358F4"/>
    <w:rsid w:val="00335DDC"/>
    <w:rsid w:val="003370F5"/>
    <w:rsid w:val="00337542"/>
    <w:rsid w:val="003375EA"/>
    <w:rsid w:val="00337A21"/>
    <w:rsid w:val="003402D8"/>
    <w:rsid w:val="00340C35"/>
    <w:rsid w:val="00341BBA"/>
    <w:rsid w:val="00341DAF"/>
    <w:rsid w:val="00343356"/>
    <w:rsid w:val="003473ED"/>
    <w:rsid w:val="003477B6"/>
    <w:rsid w:val="00350112"/>
    <w:rsid w:val="00350188"/>
    <w:rsid w:val="00350B23"/>
    <w:rsid w:val="00351822"/>
    <w:rsid w:val="003520C7"/>
    <w:rsid w:val="00352CD9"/>
    <w:rsid w:val="00352F7D"/>
    <w:rsid w:val="00354BCF"/>
    <w:rsid w:val="003559D9"/>
    <w:rsid w:val="00356934"/>
    <w:rsid w:val="00356FF6"/>
    <w:rsid w:val="003570F2"/>
    <w:rsid w:val="003601CF"/>
    <w:rsid w:val="00360E0A"/>
    <w:rsid w:val="00362575"/>
    <w:rsid w:val="00364E4A"/>
    <w:rsid w:val="003655FF"/>
    <w:rsid w:val="003668B4"/>
    <w:rsid w:val="00366949"/>
    <w:rsid w:val="00367649"/>
    <w:rsid w:val="0037090B"/>
    <w:rsid w:val="00370A1A"/>
    <w:rsid w:val="00370E75"/>
    <w:rsid w:val="0037109F"/>
    <w:rsid w:val="00371388"/>
    <w:rsid w:val="00371C38"/>
    <w:rsid w:val="00373822"/>
    <w:rsid w:val="00374A60"/>
    <w:rsid w:val="00374BB1"/>
    <w:rsid w:val="00375CCE"/>
    <w:rsid w:val="00376CEB"/>
    <w:rsid w:val="003820FD"/>
    <w:rsid w:val="0038307B"/>
    <w:rsid w:val="00383C2A"/>
    <w:rsid w:val="00384609"/>
    <w:rsid w:val="00384C3F"/>
    <w:rsid w:val="003854CA"/>
    <w:rsid w:val="00385CBB"/>
    <w:rsid w:val="00386059"/>
    <w:rsid w:val="00387032"/>
    <w:rsid w:val="0038704B"/>
    <w:rsid w:val="00390353"/>
    <w:rsid w:val="003910BE"/>
    <w:rsid w:val="00391B67"/>
    <w:rsid w:val="00391C8C"/>
    <w:rsid w:val="00392051"/>
    <w:rsid w:val="003929C0"/>
    <w:rsid w:val="00392A98"/>
    <w:rsid w:val="00392FFF"/>
    <w:rsid w:val="003936E9"/>
    <w:rsid w:val="00393E7A"/>
    <w:rsid w:val="00394CCD"/>
    <w:rsid w:val="0039566A"/>
    <w:rsid w:val="00395C1F"/>
    <w:rsid w:val="00395D34"/>
    <w:rsid w:val="00396B4F"/>
    <w:rsid w:val="003A32FC"/>
    <w:rsid w:val="003A3316"/>
    <w:rsid w:val="003A3D48"/>
    <w:rsid w:val="003A48E8"/>
    <w:rsid w:val="003A4C9C"/>
    <w:rsid w:val="003A606C"/>
    <w:rsid w:val="003A6528"/>
    <w:rsid w:val="003A6D6D"/>
    <w:rsid w:val="003A76AA"/>
    <w:rsid w:val="003A7C63"/>
    <w:rsid w:val="003A7D27"/>
    <w:rsid w:val="003B0FEE"/>
    <w:rsid w:val="003B2DF0"/>
    <w:rsid w:val="003B49B2"/>
    <w:rsid w:val="003B52C9"/>
    <w:rsid w:val="003B685B"/>
    <w:rsid w:val="003B68EC"/>
    <w:rsid w:val="003B7162"/>
    <w:rsid w:val="003B7168"/>
    <w:rsid w:val="003C0352"/>
    <w:rsid w:val="003C059E"/>
    <w:rsid w:val="003C0A25"/>
    <w:rsid w:val="003C4059"/>
    <w:rsid w:val="003C4A87"/>
    <w:rsid w:val="003C55BD"/>
    <w:rsid w:val="003C57FD"/>
    <w:rsid w:val="003C6317"/>
    <w:rsid w:val="003C6FC4"/>
    <w:rsid w:val="003C77F1"/>
    <w:rsid w:val="003C7DDF"/>
    <w:rsid w:val="003D0D6E"/>
    <w:rsid w:val="003D10FB"/>
    <w:rsid w:val="003D1474"/>
    <w:rsid w:val="003D17BC"/>
    <w:rsid w:val="003D225B"/>
    <w:rsid w:val="003D2444"/>
    <w:rsid w:val="003D2574"/>
    <w:rsid w:val="003D3976"/>
    <w:rsid w:val="003D3BD0"/>
    <w:rsid w:val="003D4329"/>
    <w:rsid w:val="003D48CD"/>
    <w:rsid w:val="003D723C"/>
    <w:rsid w:val="003E0ADD"/>
    <w:rsid w:val="003E2229"/>
    <w:rsid w:val="003E2450"/>
    <w:rsid w:val="003E2A32"/>
    <w:rsid w:val="003E2ABD"/>
    <w:rsid w:val="003E2B0C"/>
    <w:rsid w:val="003E38E9"/>
    <w:rsid w:val="003E4452"/>
    <w:rsid w:val="003E52E4"/>
    <w:rsid w:val="003E558C"/>
    <w:rsid w:val="003E5891"/>
    <w:rsid w:val="003E5EAC"/>
    <w:rsid w:val="003E6FC5"/>
    <w:rsid w:val="003E7FD5"/>
    <w:rsid w:val="003F0085"/>
    <w:rsid w:val="003F1219"/>
    <w:rsid w:val="003F1DEB"/>
    <w:rsid w:val="003F21C8"/>
    <w:rsid w:val="003F271E"/>
    <w:rsid w:val="003F29DF"/>
    <w:rsid w:val="003F538E"/>
    <w:rsid w:val="003F5AC5"/>
    <w:rsid w:val="003F6712"/>
    <w:rsid w:val="003F7E4A"/>
    <w:rsid w:val="004002C3"/>
    <w:rsid w:val="00401614"/>
    <w:rsid w:val="004022DC"/>
    <w:rsid w:val="00402D97"/>
    <w:rsid w:val="00402FB8"/>
    <w:rsid w:val="004034FB"/>
    <w:rsid w:val="00404D08"/>
    <w:rsid w:val="00404D67"/>
    <w:rsid w:val="004059C3"/>
    <w:rsid w:val="00405A86"/>
    <w:rsid w:val="00405F2C"/>
    <w:rsid w:val="00407C18"/>
    <w:rsid w:val="00407ED5"/>
    <w:rsid w:val="00411E69"/>
    <w:rsid w:val="0041257D"/>
    <w:rsid w:val="0041293D"/>
    <w:rsid w:val="00412DA9"/>
    <w:rsid w:val="004132CE"/>
    <w:rsid w:val="004136D3"/>
    <w:rsid w:val="00414280"/>
    <w:rsid w:val="0041552C"/>
    <w:rsid w:val="004157D3"/>
    <w:rsid w:val="0041634A"/>
    <w:rsid w:val="004164C4"/>
    <w:rsid w:val="00416AFC"/>
    <w:rsid w:val="00417E5F"/>
    <w:rsid w:val="00420100"/>
    <w:rsid w:val="00420449"/>
    <w:rsid w:val="004205B4"/>
    <w:rsid w:val="00420CC0"/>
    <w:rsid w:val="0042164E"/>
    <w:rsid w:val="00421E6D"/>
    <w:rsid w:val="00422A38"/>
    <w:rsid w:val="00422B67"/>
    <w:rsid w:val="00423B6B"/>
    <w:rsid w:val="0042415C"/>
    <w:rsid w:val="004263B3"/>
    <w:rsid w:val="004265C0"/>
    <w:rsid w:val="004267D0"/>
    <w:rsid w:val="00427405"/>
    <w:rsid w:val="0043070D"/>
    <w:rsid w:val="004310AC"/>
    <w:rsid w:val="00431B01"/>
    <w:rsid w:val="00431E5C"/>
    <w:rsid w:val="00432625"/>
    <w:rsid w:val="00432F71"/>
    <w:rsid w:val="0043317D"/>
    <w:rsid w:val="00434F42"/>
    <w:rsid w:val="0043523B"/>
    <w:rsid w:val="0043529F"/>
    <w:rsid w:val="00436D2E"/>
    <w:rsid w:val="00441FED"/>
    <w:rsid w:val="0044283E"/>
    <w:rsid w:val="00443A30"/>
    <w:rsid w:val="004446B0"/>
    <w:rsid w:val="00444C81"/>
    <w:rsid w:val="00444F29"/>
    <w:rsid w:val="004457F2"/>
    <w:rsid w:val="00445959"/>
    <w:rsid w:val="00445DEF"/>
    <w:rsid w:val="00446CF2"/>
    <w:rsid w:val="00447C64"/>
    <w:rsid w:val="0045089C"/>
    <w:rsid w:val="00450CE3"/>
    <w:rsid w:val="00451CE3"/>
    <w:rsid w:val="00452710"/>
    <w:rsid w:val="004539AC"/>
    <w:rsid w:val="004540B5"/>
    <w:rsid w:val="00454923"/>
    <w:rsid w:val="00454B63"/>
    <w:rsid w:val="0045525E"/>
    <w:rsid w:val="00456A2A"/>
    <w:rsid w:val="00461347"/>
    <w:rsid w:val="0046144A"/>
    <w:rsid w:val="00463065"/>
    <w:rsid w:val="0046366A"/>
    <w:rsid w:val="00463BE1"/>
    <w:rsid w:val="004644E9"/>
    <w:rsid w:val="00464F13"/>
    <w:rsid w:val="00467F3F"/>
    <w:rsid w:val="0047044A"/>
    <w:rsid w:val="00470974"/>
    <w:rsid w:val="004719F8"/>
    <w:rsid w:val="0047308A"/>
    <w:rsid w:val="004730D6"/>
    <w:rsid w:val="004733A5"/>
    <w:rsid w:val="004733AA"/>
    <w:rsid w:val="00473784"/>
    <w:rsid w:val="00473971"/>
    <w:rsid w:val="00474157"/>
    <w:rsid w:val="004745B8"/>
    <w:rsid w:val="004754CB"/>
    <w:rsid w:val="004779AF"/>
    <w:rsid w:val="004803B3"/>
    <w:rsid w:val="00480577"/>
    <w:rsid w:val="00480DB8"/>
    <w:rsid w:val="004810DC"/>
    <w:rsid w:val="00481C0A"/>
    <w:rsid w:val="00483496"/>
    <w:rsid w:val="00484143"/>
    <w:rsid w:val="004859FE"/>
    <w:rsid w:val="00486A69"/>
    <w:rsid w:val="00486DB7"/>
    <w:rsid w:val="004878DD"/>
    <w:rsid w:val="00487E34"/>
    <w:rsid w:val="004903AB"/>
    <w:rsid w:val="004918FE"/>
    <w:rsid w:val="004921BB"/>
    <w:rsid w:val="0049244F"/>
    <w:rsid w:val="004927C4"/>
    <w:rsid w:val="004929F5"/>
    <w:rsid w:val="00492C5E"/>
    <w:rsid w:val="00492ECB"/>
    <w:rsid w:val="00492F5B"/>
    <w:rsid w:val="00495FA6"/>
    <w:rsid w:val="004961F8"/>
    <w:rsid w:val="00496C4F"/>
    <w:rsid w:val="00496DE9"/>
    <w:rsid w:val="00496F8D"/>
    <w:rsid w:val="00497ED9"/>
    <w:rsid w:val="004A0DDC"/>
    <w:rsid w:val="004A1510"/>
    <w:rsid w:val="004A1927"/>
    <w:rsid w:val="004A1AAC"/>
    <w:rsid w:val="004A2AA8"/>
    <w:rsid w:val="004A2E2C"/>
    <w:rsid w:val="004A3E5E"/>
    <w:rsid w:val="004A47DD"/>
    <w:rsid w:val="004A5179"/>
    <w:rsid w:val="004A53B4"/>
    <w:rsid w:val="004A54E6"/>
    <w:rsid w:val="004A5CF2"/>
    <w:rsid w:val="004A6975"/>
    <w:rsid w:val="004A6B1A"/>
    <w:rsid w:val="004A6D41"/>
    <w:rsid w:val="004B08FF"/>
    <w:rsid w:val="004B0E7E"/>
    <w:rsid w:val="004B5543"/>
    <w:rsid w:val="004B59F4"/>
    <w:rsid w:val="004B6DDD"/>
    <w:rsid w:val="004B6F37"/>
    <w:rsid w:val="004B7666"/>
    <w:rsid w:val="004C0B0A"/>
    <w:rsid w:val="004C177A"/>
    <w:rsid w:val="004C1EC8"/>
    <w:rsid w:val="004C412E"/>
    <w:rsid w:val="004C5637"/>
    <w:rsid w:val="004C598C"/>
    <w:rsid w:val="004C63D0"/>
    <w:rsid w:val="004C6C0D"/>
    <w:rsid w:val="004C6F3B"/>
    <w:rsid w:val="004C73E3"/>
    <w:rsid w:val="004D0609"/>
    <w:rsid w:val="004D0911"/>
    <w:rsid w:val="004D0F08"/>
    <w:rsid w:val="004D1203"/>
    <w:rsid w:val="004D13CE"/>
    <w:rsid w:val="004D1C87"/>
    <w:rsid w:val="004D2226"/>
    <w:rsid w:val="004D2724"/>
    <w:rsid w:val="004D2CBC"/>
    <w:rsid w:val="004D4A99"/>
    <w:rsid w:val="004D5C3C"/>
    <w:rsid w:val="004D6818"/>
    <w:rsid w:val="004D747A"/>
    <w:rsid w:val="004E0194"/>
    <w:rsid w:val="004E08EE"/>
    <w:rsid w:val="004E1714"/>
    <w:rsid w:val="004E2772"/>
    <w:rsid w:val="004E2A92"/>
    <w:rsid w:val="004E3372"/>
    <w:rsid w:val="004E4755"/>
    <w:rsid w:val="004E4C4B"/>
    <w:rsid w:val="004E58C0"/>
    <w:rsid w:val="004E5B59"/>
    <w:rsid w:val="004F2AF2"/>
    <w:rsid w:val="004F2DD6"/>
    <w:rsid w:val="004F37F2"/>
    <w:rsid w:val="004F49AD"/>
    <w:rsid w:val="004F5A1A"/>
    <w:rsid w:val="004F5C3B"/>
    <w:rsid w:val="004F5E58"/>
    <w:rsid w:val="004F5F8A"/>
    <w:rsid w:val="005000AC"/>
    <w:rsid w:val="00500142"/>
    <w:rsid w:val="00500195"/>
    <w:rsid w:val="00500912"/>
    <w:rsid w:val="00500A7F"/>
    <w:rsid w:val="00500E42"/>
    <w:rsid w:val="00501084"/>
    <w:rsid w:val="005021C3"/>
    <w:rsid w:val="00502D48"/>
    <w:rsid w:val="005037BA"/>
    <w:rsid w:val="00504A52"/>
    <w:rsid w:val="00504C7E"/>
    <w:rsid w:val="005051EA"/>
    <w:rsid w:val="00505753"/>
    <w:rsid w:val="0050610B"/>
    <w:rsid w:val="0050630C"/>
    <w:rsid w:val="00506961"/>
    <w:rsid w:val="005102F3"/>
    <w:rsid w:val="0051035E"/>
    <w:rsid w:val="005105FB"/>
    <w:rsid w:val="00510820"/>
    <w:rsid w:val="00510997"/>
    <w:rsid w:val="00510CB4"/>
    <w:rsid w:val="005110BD"/>
    <w:rsid w:val="00511A1D"/>
    <w:rsid w:val="00511AE9"/>
    <w:rsid w:val="00511D34"/>
    <w:rsid w:val="00511DEF"/>
    <w:rsid w:val="00512096"/>
    <w:rsid w:val="00512251"/>
    <w:rsid w:val="0051260C"/>
    <w:rsid w:val="00512F50"/>
    <w:rsid w:val="005145EC"/>
    <w:rsid w:val="00514DBF"/>
    <w:rsid w:val="00514F56"/>
    <w:rsid w:val="005154ED"/>
    <w:rsid w:val="00515D3B"/>
    <w:rsid w:val="0051765D"/>
    <w:rsid w:val="005176CB"/>
    <w:rsid w:val="00517CCB"/>
    <w:rsid w:val="0052034E"/>
    <w:rsid w:val="00523185"/>
    <w:rsid w:val="005235A4"/>
    <w:rsid w:val="005244C5"/>
    <w:rsid w:val="00524611"/>
    <w:rsid w:val="005247FF"/>
    <w:rsid w:val="0052555A"/>
    <w:rsid w:val="00525DB1"/>
    <w:rsid w:val="005267AB"/>
    <w:rsid w:val="00526961"/>
    <w:rsid w:val="00527A5A"/>
    <w:rsid w:val="00532F3C"/>
    <w:rsid w:val="0053544D"/>
    <w:rsid w:val="00536AC8"/>
    <w:rsid w:val="00536AEF"/>
    <w:rsid w:val="00536D5D"/>
    <w:rsid w:val="00537DB3"/>
    <w:rsid w:val="00540C2C"/>
    <w:rsid w:val="00541425"/>
    <w:rsid w:val="00541704"/>
    <w:rsid w:val="00541B5E"/>
    <w:rsid w:val="005443CB"/>
    <w:rsid w:val="0054496C"/>
    <w:rsid w:val="00545050"/>
    <w:rsid w:val="0054562C"/>
    <w:rsid w:val="00546279"/>
    <w:rsid w:val="005463E8"/>
    <w:rsid w:val="00546E5A"/>
    <w:rsid w:val="00547291"/>
    <w:rsid w:val="005476C4"/>
    <w:rsid w:val="005505D2"/>
    <w:rsid w:val="005524C6"/>
    <w:rsid w:val="0055257B"/>
    <w:rsid w:val="00552985"/>
    <w:rsid w:val="005545EA"/>
    <w:rsid w:val="00554A87"/>
    <w:rsid w:val="00555D89"/>
    <w:rsid w:val="00555F1B"/>
    <w:rsid w:val="00556163"/>
    <w:rsid w:val="00556A0C"/>
    <w:rsid w:val="00557350"/>
    <w:rsid w:val="00557B6C"/>
    <w:rsid w:val="00561B2D"/>
    <w:rsid w:val="00563360"/>
    <w:rsid w:val="005648C4"/>
    <w:rsid w:val="00564A5F"/>
    <w:rsid w:val="005650A7"/>
    <w:rsid w:val="00565EEF"/>
    <w:rsid w:val="00566C39"/>
    <w:rsid w:val="00566F0B"/>
    <w:rsid w:val="00567752"/>
    <w:rsid w:val="005710A5"/>
    <w:rsid w:val="00571838"/>
    <w:rsid w:val="00571888"/>
    <w:rsid w:val="00572A1D"/>
    <w:rsid w:val="00575FD9"/>
    <w:rsid w:val="005769DD"/>
    <w:rsid w:val="0057796E"/>
    <w:rsid w:val="00577BEF"/>
    <w:rsid w:val="005801AF"/>
    <w:rsid w:val="005817F2"/>
    <w:rsid w:val="00582771"/>
    <w:rsid w:val="00582D3C"/>
    <w:rsid w:val="005854A8"/>
    <w:rsid w:val="00585EA2"/>
    <w:rsid w:val="005862BD"/>
    <w:rsid w:val="00586906"/>
    <w:rsid w:val="00586FC9"/>
    <w:rsid w:val="0058711C"/>
    <w:rsid w:val="00587258"/>
    <w:rsid w:val="005903FD"/>
    <w:rsid w:val="005905F5"/>
    <w:rsid w:val="00590697"/>
    <w:rsid w:val="00590713"/>
    <w:rsid w:val="0059170D"/>
    <w:rsid w:val="00591831"/>
    <w:rsid w:val="0059239F"/>
    <w:rsid w:val="0059264C"/>
    <w:rsid w:val="00592B76"/>
    <w:rsid w:val="00592CA7"/>
    <w:rsid w:val="00593BE1"/>
    <w:rsid w:val="00593E0A"/>
    <w:rsid w:val="00594111"/>
    <w:rsid w:val="0059535A"/>
    <w:rsid w:val="0059658C"/>
    <w:rsid w:val="005970C5"/>
    <w:rsid w:val="0059712F"/>
    <w:rsid w:val="005A08E8"/>
    <w:rsid w:val="005A231B"/>
    <w:rsid w:val="005A2639"/>
    <w:rsid w:val="005A270D"/>
    <w:rsid w:val="005A2BD8"/>
    <w:rsid w:val="005A3251"/>
    <w:rsid w:val="005A33EC"/>
    <w:rsid w:val="005A3753"/>
    <w:rsid w:val="005A3847"/>
    <w:rsid w:val="005A3AAF"/>
    <w:rsid w:val="005A4077"/>
    <w:rsid w:val="005A50EB"/>
    <w:rsid w:val="005A6D83"/>
    <w:rsid w:val="005A75E5"/>
    <w:rsid w:val="005B1FC7"/>
    <w:rsid w:val="005B3C45"/>
    <w:rsid w:val="005B42F3"/>
    <w:rsid w:val="005B4A07"/>
    <w:rsid w:val="005B5767"/>
    <w:rsid w:val="005B5B52"/>
    <w:rsid w:val="005B71E8"/>
    <w:rsid w:val="005B7203"/>
    <w:rsid w:val="005B72D3"/>
    <w:rsid w:val="005B77DF"/>
    <w:rsid w:val="005B7C13"/>
    <w:rsid w:val="005B7D6F"/>
    <w:rsid w:val="005C188E"/>
    <w:rsid w:val="005C1FE0"/>
    <w:rsid w:val="005C21D3"/>
    <w:rsid w:val="005C2E48"/>
    <w:rsid w:val="005C321B"/>
    <w:rsid w:val="005C37CF"/>
    <w:rsid w:val="005C39C5"/>
    <w:rsid w:val="005C3FCF"/>
    <w:rsid w:val="005C5740"/>
    <w:rsid w:val="005C618A"/>
    <w:rsid w:val="005C7138"/>
    <w:rsid w:val="005C79B9"/>
    <w:rsid w:val="005D0238"/>
    <w:rsid w:val="005D1C8F"/>
    <w:rsid w:val="005D332A"/>
    <w:rsid w:val="005D52E9"/>
    <w:rsid w:val="005D5446"/>
    <w:rsid w:val="005D57E6"/>
    <w:rsid w:val="005D5C33"/>
    <w:rsid w:val="005D65E3"/>
    <w:rsid w:val="005D740B"/>
    <w:rsid w:val="005D7A3D"/>
    <w:rsid w:val="005D7B13"/>
    <w:rsid w:val="005E32E7"/>
    <w:rsid w:val="005E3AE6"/>
    <w:rsid w:val="005E3CD2"/>
    <w:rsid w:val="005E3E92"/>
    <w:rsid w:val="005E422F"/>
    <w:rsid w:val="005E4D04"/>
    <w:rsid w:val="005E4DF9"/>
    <w:rsid w:val="005E6140"/>
    <w:rsid w:val="005E634A"/>
    <w:rsid w:val="005E6A71"/>
    <w:rsid w:val="005E6E62"/>
    <w:rsid w:val="005E78B8"/>
    <w:rsid w:val="005F0C5F"/>
    <w:rsid w:val="005F1490"/>
    <w:rsid w:val="005F16EE"/>
    <w:rsid w:val="005F249E"/>
    <w:rsid w:val="005F24F2"/>
    <w:rsid w:val="005F2515"/>
    <w:rsid w:val="005F29E9"/>
    <w:rsid w:val="005F314F"/>
    <w:rsid w:val="005F3BF8"/>
    <w:rsid w:val="005F3F62"/>
    <w:rsid w:val="005F4C54"/>
    <w:rsid w:val="005F72B1"/>
    <w:rsid w:val="005F73AD"/>
    <w:rsid w:val="006002BB"/>
    <w:rsid w:val="00600916"/>
    <w:rsid w:val="0060141D"/>
    <w:rsid w:val="0060231B"/>
    <w:rsid w:val="00603305"/>
    <w:rsid w:val="00603DA9"/>
    <w:rsid w:val="00604C91"/>
    <w:rsid w:val="00605218"/>
    <w:rsid w:val="00605373"/>
    <w:rsid w:val="00605805"/>
    <w:rsid w:val="00605885"/>
    <w:rsid w:val="00610C04"/>
    <w:rsid w:val="00611153"/>
    <w:rsid w:val="00611DAD"/>
    <w:rsid w:val="0061206C"/>
    <w:rsid w:val="00614D1E"/>
    <w:rsid w:val="00614DE3"/>
    <w:rsid w:val="00615A41"/>
    <w:rsid w:val="00616E00"/>
    <w:rsid w:val="00617537"/>
    <w:rsid w:val="0062088A"/>
    <w:rsid w:val="00620B7B"/>
    <w:rsid w:val="00621817"/>
    <w:rsid w:val="006245E1"/>
    <w:rsid w:val="00626F72"/>
    <w:rsid w:val="0062703F"/>
    <w:rsid w:val="0062739B"/>
    <w:rsid w:val="006306BC"/>
    <w:rsid w:val="00630D56"/>
    <w:rsid w:val="006326CD"/>
    <w:rsid w:val="00633020"/>
    <w:rsid w:val="00634B6D"/>
    <w:rsid w:val="0063615B"/>
    <w:rsid w:val="00636D6C"/>
    <w:rsid w:val="00637592"/>
    <w:rsid w:val="00637B0C"/>
    <w:rsid w:val="0064099D"/>
    <w:rsid w:val="00640E84"/>
    <w:rsid w:val="0064192A"/>
    <w:rsid w:val="00642295"/>
    <w:rsid w:val="006423BB"/>
    <w:rsid w:val="0064264C"/>
    <w:rsid w:val="006431F2"/>
    <w:rsid w:val="006432EA"/>
    <w:rsid w:val="0064365E"/>
    <w:rsid w:val="00643B81"/>
    <w:rsid w:val="00643CFF"/>
    <w:rsid w:val="00645FA7"/>
    <w:rsid w:val="00646854"/>
    <w:rsid w:val="00647173"/>
    <w:rsid w:val="00651AE1"/>
    <w:rsid w:val="00652058"/>
    <w:rsid w:val="0065229F"/>
    <w:rsid w:val="006523D2"/>
    <w:rsid w:val="00653492"/>
    <w:rsid w:val="00653628"/>
    <w:rsid w:val="00654AB3"/>
    <w:rsid w:val="00654B5D"/>
    <w:rsid w:val="006555B0"/>
    <w:rsid w:val="0065597B"/>
    <w:rsid w:val="00655C78"/>
    <w:rsid w:val="006565AA"/>
    <w:rsid w:val="00656659"/>
    <w:rsid w:val="00656DF2"/>
    <w:rsid w:val="00660889"/>
    <w:rsid w:val="00660BEF"/>
    <w:rsid w:val="0066205D"/>
    <w:rsid w:val="00663750"/>
    <w:rsid w:val="00664515"/>
    <w:rsid w:val="00664D5B"/>
    <w:rsid w:val="00666516"/>
    <w:rsid w:val="006667EA"/>
    <w:rsid w:val="00666BDC"/>
    <w:rsid w:val="00666F17"/>
    <w:rsid w:val="00667CDC"/>
    <w:rsid w:val="006708A7"/>
    <w:rsid w:val="00670F33"/>
    <w:rsid w:val="006710B9"/>
    <w:rsid w:val="00671614"/>
    <w:rsid w:val="00671BCD"/>
    <w:rsid w:val="00671D8C"/>
    <w:rsid w:val="00672B71"/>
    <w:rsid w:val="00672EB3"/>
    <w:rsid w:val="0067320F"/>
    <w:rsid w:val="00674A28"/>
    <w:rsid w:val="00674EE3"/>
    <w:rsid w:val="006750C2"/>
    <w:rsid w:val="00675991"/>
    <w:rsid w:val="006773B0"/>
    <w:rsid w:val="00680E5B"/>
    <w:rsid w:val="00681067"/>
    <w:rsid w:val="0068357A"/>
    <w:rsid w:val="0068393E"/>
    <w:rsid w:val="006839B3"/>
    <w:rsid w:val="00683CFD"/>
    <w:rsid w:val="00683F5D"/>
    <w:rsid w:val="006857C0"/>
    <w:rsid w:val="0068597F"/>
    <w:rsid w:val="0068682F"/>
    <w:rsid w:val="006877A9"/>
    <w:rsid w:val="0068780E"/>
    <w:rsid w:val="00687D44"/>
    <w:rsid w:val="00691237"/>
    <w:rsid w:val="00691726"/>
    <w:rsid w:val="00691CD4"/>
    <w:rsid w:val="006922B7"/>
    <w:rsid w:val="006931F2"/>
    <w:rsid w:val="00693B25"/>
    <w:rsid w:val="00694D1B"/>
    <w:rsid w:val="00694E94"/>
    <w:rsid w:val="0069500F"/>
    <w:rsid w:val="00695327"/>
    <w:rsid w:val="00695C43"/>
    <w:rsid w:val="006975C2"/>
    <w:rsid w:val="00697F80"/>
    <w:rsid w:val="006A017D"/>
    <w:rsid w:val="006A0E69"/>
    <w:rsid w:val="006A0E86"/>
    <w:rsid w:val="006A1366"/>
    <w:rsid w:val="006A1E3D"/>
    <w:rsid w:val="006A2484"/>
    <w:rsid w:val="006A2A5D"/>
    <w:rsid w:val="006A2B0D"/>
    <w:rsid w:val="006A2B6C"/>
    <w:rsid w:val="006A39F0"/>
    <w:rsid w:val="006A4B9A"/>
    <w:rsid w:val="006A5B2B"/>
    <w:rsid w:val="006B0C9C"/>
    <w:rsid w:val="006B14CD"/>
    <w:rsid w:val="006B1D7D"/>
    <w:rsid w:val="006B25F6"/>
    <w:rsid w:val="006B2A2E"/>
    <w:rsid w:val="006B63F8"/>
    <w:rsid w:val="006B661A"/>
    <w:rsid w:val="006B667F"/>
    <w:rsid w:val="006C0B25"/>
    <w:rsid w:val="006C1378"/>
    <w:rsid w:val="006C164B"/>
    <w:rsid w:val="006C19F1"/>
    <w:rsid w:val="006C1DA9"/>
    <w:rsid w:val="006C225E"/>
    <w:rsid w:val="006C272B"/>
    <w:rsid w:val="006C342D"/>
    <w:rsid w:val="006C380E"/>
    <w:rsid w:val="006C384B"/>
    <w:rsid w:val="006C40AA"/>
    <w:rsid w:val="006C4617"/>
    <w:rsid w:val="006C4CA4"/>
    <w:rsid w:val="006C4F21"/>
    <w:rsid w:val="006C4F99"/>
    <w:rsid w:val="006C54D9"/>
    <w:rsid w:val="006C5559"/>
    <w:rsid w:val="006C57B0"/>
    <w:rsid w:val="006C6670"/>
    <w:rsid w:val="006C6A63"/>
    <w:rsid w:val="006C7358"/>
    <w:rsid w:val="006C76BE"/>
    <w:rsid w:val="006C7B2B"/>
    <w:rsid w:val="006C7DDC"/>
    <w:rsid w:val="006D07DC"/>
    <w:rsid w:val="006D0A9A"/>
    <w:rsid w:val="006D2CBA"/>
    <w:rsid w:val="006D2FF9"/>
    <w:rsid w:val="006D3036"/>
    <w:rsid w:val="006D380A"/>
    <w:rsid w:val="006D38CE"/>
    <w:rsid w:val="006D4642"/>
    <w:rsid w:val="006D4C94"/>
    <w:rsid w:val="006D4ECA"/>
    <w:rsid w:val="006D5357"/>
    <w:rsid w:val="006D57FC"/>
    <w:rsid w:val="006D5D4A"/>
    <w:rsid w:val="006D6702"/>
    <w:rsid w:val="006D70ED"/>
    <w:rsid w:val="006D7881"/>
    <w:rsid w:val="006E05BD"/>
    <w:rsid w:val="006E066E"/>
    <w:rsid w:val="006E141B"/>
    <w:rsid w:val="006E1F5F"/>
    <w:rsid w:val="006E2E77"/>
    <w:rsid w:val="006E3EE8"/>
    <w:rsid w:val="006E3F72"/>
    <w:rsid w:val="006E4662"/>
    <w:rsid w:val="006E6A47"/>
    <w:rsid w:val="006E7CEA"/>
    <w:rsid w:val="006F1252"/>
    <w:rsid w:val="006F2B15"/>
    <w:rsid w:val="006F4CFF"/>
    <w:rsid w:val="006F5C70"/>
    <w:rsid w:val="006F5ED1"/>
    <w:rsid w:val="006F67CC"/>
    <w:rsid w:val="006F7631"/>
    <w:rsid w:val="006F766F"/>
    <w:rsid w:val="00700CD4"/>
    <w:rsid w:val="00701118"/>
    <w:rsid w:val="007012A6"/>
    <w:rsid w:val="00701D5B"/>
    <w:rsid w:val="00701EC6"/>
    <w:rsid w:val="007022A9"/>
    <w:rsid w:val="007023DC"/>
    <w:rsid w:val="0070318B"/>
    <w:rsid w:val="007039A6"/>
    <w:rsid w:val="00703BEC"/>
    <w:rsid w:val="00704188"/>
    <w:rsid w:val="00704428"/>
    <w:rsid w:val="007075A1"/>
    <w:rsid w:val="00707630"/>
    <w:rsid w:val="00710913"/>
    <w:rsid w:val="007113B0"/>
    <w:rsid w:val="007113B3"/>
    <w:rsid w:val="00711647"/>
    <w:rsid w:val="00713618"/>
    <w:rsid w:val="00713875"/>
    <w:rsid w:val="007158C3"/>
    <w:rsid w:val="0071613B"/>
    <w:rsid w:val="00716579"/>
    <w:rsid w:val="007179F3"/>
    <w:rsid w:val="007215DA"/>
    <w:rsid w:val="00721A99"/>
    <w:rsid w:val="007236F6"/>
    <w:rsid w:val="007242B5"/>
    <w:rsid w:val="007243DB"/>
    <w:rsid w:val="007245C2"/>
    <w:rsid w:val="00724817"/>
    <w:rsid w:val="0073046F"/>
    <w:rsid w:val="00730623"/>
    <w:rsid w:val="007317AD"/>
    <w:rsid w:val="007322D8"/>
    <w:rsid w:val="00732F33"/>
    <w:rsid w:val="0073562F"/>
    <w:rsid w:val="00735DBC"/>
    <w:rsid w:val="0073627B"/>
    <w:rsid w:val="00740E27"/>
    <w:rsid w:val="00741A4C"/>
    <w:rsid w:val="007426DD"/>
    <w:rsid w:val="007453EF"/>
    <w:rsid w:val="0074569D"/>
    <w:rsid w:val="007464CB"/>
    <w:rsid w:val="007466FB"/>
    <w:rsid w:val="0074719A"/>
    <w:rsid w:val="00747F42"/>
    <w:rsid w:val="00750F50"/>
    <w:rsid w:val="0075124B"/>
    <w:rsid w:val="00751766"/>
    <w:rsid w:val="0075224C"/>
    <w:rsid w:val="00752662"/>
    <w:rsid w:val="00752B01"/>
    <w:rsid w:val="00752EB7"/>
    <w:rsid w:val="0075336A"/>
    <w:rsid w:val="007540B0"/>
    <w:rsid w:val="00754D4B"/>
    <w:rsid w:val="00755B07"/>
    <w:rsid w:val="00755B3F"/>
    <w:rsid w:val="0075611A"/>
    <w:rsid w:val="00756C7B"/>
    <w:rsid w:val="0075769A"/>
    <w:rsid w:val="00757A09"/>
    <w:rsid w:val="00757F98"/>
    <w:rsid w:val="0076170D"/>
    <w:rsid w:val="007618E4"/>
    <w:rsid w:val="00761D10"/>
    <w:rsid w:val="00762941"/>
    <w:rsid w:val="007641CF"/>
    <w:rsid w:val="007651B3"/>
    <w:rsid w:val="00765316"/>
    <w:rsid w:val="0076545B"/>
    <w:rsid w:val="00765CFF"/>
    <w:rsid w:val="00765F5E"/>
    <w:rsid w:val="00766BDB"/>
    <w:rsid w:val="00767333"/>
    <w:rsid w:val="00771558"/>
    <w:rsid w:val="00771ACF"/>
    <w:rsid w:val="007724EB"/>
    <w:rsid w:val="00773719"/>
    <w:rsid w:val="00773DFC"/>
    <w:rsid w:val="00774F53"/>
    <w:rsid w:val="00774FB7"/>
    <w:rsid w:val="00775480"/>
    <w:rsid w:val="00775695"/>
    <w:rsid w:val="00775839"/>
    <w:rsid w:val="007759ED"/>
    <w:rsid w:val="00775A07"/>
    <w:rsid w:val="00775B85"/>
    <w:rsid w:val="00775E6E"/>
    <w:rsid w:val="00781648"/>
    <w:rsid w:val="00781826"/>
    <w:rsid w:val="00781BC5"/>
    <w:rsid w:val="0078207C"/>
    <w:rsid w:val="00782E0D"/>
    <w:rsid w:val="007833E4"/>
    <w:rsid w:val="00783BAC"/>
    <w:rsid w:val="00783CC6"/>
    <w:rsid w:val="00784DED"/>
    <w:rsid w:val="0078647B"/>
    <w:rsid w:val="007874A4"/>
    <w:rsid w:val="007924B8"/>
    <w:rsid w:val="007924E0"/>
    <w:rsid w:val="007924F4"/>
    <w:rsid w:val="007925A6"/>
    <w:rsid w:val="00793647"/>
    <w:rsid w:val="007940AC"/>
    <w:rsid w:val="00794202"/>
    <w:rsid w:val="00795F2D"/>
    <w:rsid w:val="00796F7B"/>
    <w:rsid w:val="007974F1"/>
    <w:rsid w:val="007A019C"/>
    <w:rsid w:val="007A0F33"/>
    <w:rsid w:val="007A133B"/>
    <w:rsid w:val="007A15A6"/>
    <w:rsid w:val="007A2A94"/>
    <w:rsid w:val="007A3E90"/>
    <w:rsid w:val="007A46B9"/>
    <w:rsid w:val="007A4937"/>
    <w:rsid w:val="007A53F2"/>
    <w:rsid w:val="007A5519"/>
    <w:rsid w:val="007A5915"/>
    <w:rsid w:val="007A68DD"/>
    <w:rsid w:val="007A7CC6"/>
    <w:rsid w:val="007A7FBA"/>
    <w:rsid w:val="007B0185"/>
    <w:rsid w:val="007B0559"/>
    <w:rsid w:val="007B0798"/>
    <w:rsid w:val="007B0B30"/>
    <w:rsid w:val="007B1508"/>
    <w:rsid w:val="007B19B9"/>
    <w:rsid w:val="007B291C"/>
    <w:rsid w:val="007B33AF"/>
    <w:rsid w:val="007B3EC7"/>
    <w:rsid w:val="007B4294"/>
    <w:rsid w:val="007B5297"/>
    <w:rsid w:val="007B6AE1"/>
    <w:rsid w:val="007B72E4"/>
    <w:rsid w:val="007B7D88"/>
    <w:rsid w:val="007B7EAA"/>
    <w:rsid w:val="007C067D"/>
    <w:rsid w:val="007C3907"/>
    <w:rsid w:val="007C4F99"/>
    <w:rsid w:val="007C56D8"/>
    <w:rsid w:val="007C596C"/>
    <w:rsid w:val="007C6879"/>
    <w:rsid w:val="007C689F"/>
    <w:rsid w:val="007C6CC4"/>
    <w:rsid w:val="007C7ECB"/>
    <w:rsid w:val="007D02EC"/>
    <w:rsid w:val="007D0D06"/>
    <w:rsid w:val="007D0FCA"/>
    <w:rsid w:val="007D27BE"/>
    <w:rsid w:val="007D2CDF"/>
    <w:rsid w:val="007D2D9A"/>
    <w:rsid w:val="007D3B13"/>
    <w:rsid w:val="007D4523"/>
    <w:rsid w:val="007D5338"/>
    <w:rsid w:val="007D5DD2"/>
    <w:rsid w:val="007E01B4"/>
    <w:rsid w:val="007E0DAF"/>
    <w:rsid w:val="007E16C2"/>
    <w:rsid w:val="007E2538"/>
    <w:rsid w:val="007E3147"/>
    <w:rsid w:val="007E3175"/>
    <w:rsid w:val="007E3D6B"/>
    <w:rsid w:val="007E4F75"/>
    <w:rsid w:val="007E5101"/>
    <w:rsid w:val="007E60FE"/>
    <w:rsid w:val="007E62CC"/>
    <w:rsid w:val="007F1305"/>
    <w:rsid w:val="007F1654"/>
    <w:rsid w:val="007F1841"/>
    <w:rsid w:val="007F2B0A"/>
    <w:rsid w:val="007F309B"/>
    <w:rsid w:val="007F310F"/>
    <w:rsid w:val="007F54BF"/>
    <w:rsid w:val="007F5EAE"/>
    <w:rsid w:val="007F6C4A"/>
    <w:rsid w:val="007F703F"/>
    <w:rsid w:val="007F7AFE"/>
    <w:rsid w:val="0080021D"/>
    <w:rsid w:val="00800EA1"/>
    <w:rsid w:val="00800F31"/>
    <w:rsid w:val="008023F7"/>
    <w:rsid w:val="00803A93"/>
    <w:rsid w:val="00804103"/>
    <w:rsid w:val="00805041"/>
    <w:rsid w:val="00805787"/>
    <w:rsid w:val="0080586E"/>
    <w:rsid w:val="00805DC1"/>
    <w:rsid w:val="0080635F"/>
    <w:rsid w:val="008064D2"/>
    <w:rsid w:val="00806952"/>
    <w:rsid w:val="00806F44"/>
    <w:rsid w:val="00807557"/>
    <w:rsid w:val="008076B0"/>
    <w:rsid w:val="008107E7"/>
    <w:rsid w:val="008118F0"/>
    <w:rsid w:val="00811C2D"/>
    <w:rsid w:val="0081225C"/>
    <w:rsid w:val="00812CA3"/>
    <w:rsid w:val="00812E4F"/>
    <w:rsid w:val="00813D28"/>
    <w:rsid w:val="008145F5"/>
    <w:rsid w:val="008159D1"/>
    <w:rsid w:val="00815AF8"/>
    <w:rsid w:val="00816A8D"/>
    <w:rsid w:val="008170F7"/>
    <w:rsid w:val="00820886"/>
    <w:rsid w:val="00820A0B"/>
    <w:rsid w:val="00820A26"/>
    <w:rsid w:val="0082162C"/>
    <w:rsid w:val="00822811"/>
    <w:rsid w:val="0082326A"/>
    <w:rsid w:val="00823DEF"/>
    <w:rsid w:val="00824397"/>
    <w:rsid w:val="008245ED"/>
    <w:rsid w:val="00825F26"/>
    <w:rsid w:val="00826EDD"/>
    <w:rsid w:val="00827967"/>
    <w:rsid w:val="008303B9"/>
    <w:rsid w:val="00830703"/>
    <w:rsid w:val="00830FD4"/>
    <w:rsid w:val="008315A1"/>
    <w:rsid w:val="008317FF"/>
    <w:rsid w:val="008323A5"/>
    <w:rsid w:val="008323F5"/>
    <w:rsid w:val="00832491"/>
    <w:rsid w:val="0083274F"/>
    <w:rsid w:val="008332CA"/>
    <w:rsid w:val="0083371E"/>
    <w:rsid w:val="00833BC7"/>
    <w:rsid w:val="00833C59"/>
    <w:rsid w:val="008340A2"/>
    <w:rsid w:val="00834D48"/>
    <w:rsid w:val="00834FCB"/>
    <w:rsid w:val="0083705F"/>
    <w:rsid w:val="00840B93"/>
    <w:rsid w:val="00841E7A"/>
    <w:rsid w:val="00843875"/>
    <w:rsid w:val="00844337"/>
    <w:rsid w:val="00845207"/>
    <w:rsid w:val="00847A3D"/>
    <w:rsid w:val="008500A4"/>
    <w:rsid w:val="00850477"/>
    <w:rsid w:val="00850910"/>
    <w:rsid w:val="0085132E"/>
    <w:rsid w:val="0085136F"/>
    <w:rsid w:val="008514E2"/>
    <w:rsid w:val="00851C9A"/>
    <w:rsid w:val="00852A77"/>
    <w:rsid w:val="00853456"/>
    <w:rsid w:val="008538D1"/>
    <w:rsid w:val="008549F9"/>
    <w:rsid w:val="00855974"/>
    <w:rsid w:val="00860F44"/>
    <w:rsid w:val="00861A6C"/>
    <w:rsid w:val="00861C33"/>
    <w:rsid w:val="00862180"/>
    <w:rsid w:val="008622AA"/>
    <w:rsid w:val="008627BD"/>
    <w:rsid w:val="00862E11"/>
    <w:rsid w:val="0086434B"/>
    <w:rsid w:val="00864424"/>
    <w:rsid w:val="00864529"/>
    <w:rsid w:val="00864D38"/>
    <w:rsid w:val="00864E11"/>
    <w:rsid w:val="00866043"/>
    <w:rsid w:val="00866079"/>
    <w:rsid w:val="00867B65"/>
    <w:rsid w:val="0087013C"/>
    <w:rsid w:val="00872896"/>
    <w:rsid w:val="00872961"/>
    <w:rsid w:val="00873DD3"/>
    <w:rsid w:val="00874FCF"/>
    <w:rsid w:val="008755A2"/>
    <w:rsid w:val="00875A34"/>
    <w:rsid w:val="0087650D"/>
    <w:rsid w:val="008773EB"/>
    <w:rsid w:val="008779A6"/>
    <w:rsid w:val="00877CF0"/>
    <w:rsid w:val="008812DE"/>
    <w:rsid w:val="008819E5"/>
    <w:rsid w:val="00881C09"/>
    <w:rsid w:val="008826B1"/>
    <w:rsid w:val="0088429B"/>
    <w:rsid w:val="00884815"/>
    <w:rsid w:val="00884E86"/>
    <w:rsid w:val="00885FFB"/>
    <w:rsid w:val="00890016"/>
    <w:rsid w:val="00890A3B"/>
    <w:rsid w:val="00891A0C"/>
    <w:rsid w:val="00892AE9"/>
    <w:rsid w:val="00892B56"/>
    <w:rsid w:val="008931BE"/>
    <w:rsid w:val="00894293"/>
    <w:rsid w:val="00895E92"/>
    <w:rsid w:val="008974CA"/>
    <w:rsid w:val="008A0451"/>
    <w:rsid w:val="008A0B78"/>
    <w:rsid w:val="008A2E52"/>
    <w:rsid w:val="008A3543"/>
    <w:rsid w:val="008A3779"/>
    <w:rsid w:val="008A4C2E"/>
    <w:rsid w:val="008A72E7"/>
    <w:rsid w:val="008B0156"/>
    <w:rsid w:val="008B0A15"/>
    <w:rsid w:val="008B1539"/>
    <w:rsid w:val="008B2B45"/>
    <w:rsid w:val="008B30F0"/>
    <w:rsid w:val="008B3F9F"/>
    <w:rsid w:val="008B5183"/>
    <w:rsid w:val="008B685A"/>
    <w:rsid w:val="008B6930"/>
    <w:rsid w:val="008B714E"/>
    <w:rsid w:val="008B72D0"/>
    <w:rsid w:val="008B7882"/>
    <w:rsid w:val="008B7F7C"/>
    <w:rsid w:val="008C1A51"/>
    <w:rsid w:val="008C232F"/>
    <w:rsid w:val="008C2563"/>
    <w:rsid w:val="008C477E"/>
    <w:rsid w:val="008C5118"/>
    <w:rsid w:val="008C7DDE"/>
    <w:rsid w:val="008D0607"/>
    <w:rsid w:val="008D2FF6"/>
    <w:rsid w:val="008D379F"/>
    <w:rsid w:val="008D37B3"/>
    <w:rsid w:val="008D3817"/>
    <w:rsid w:val="008D4402"/>
    <w:rsid w:val="008D4DB5"/>
    <w:rsid w:val="008D4DCF"/>
    <w:rsid w:val="008D629C"/>
    <w:rsid w:val="008D742C"/>
    <w:rsid w:val="008D7D93"/>
    <w:rsid w:val="008E0C41"/>
    <w:rsid w:val="008E1190"/>
    <w:rsid w:val="008E1E78"/>
    <w:rsid w:val="008E283D"/>
    <w:rsid w:val="008E2BE8"/>
    <w:rsid w:val="008E3544"/>
    <w:rsid w:val="008E4165"/>
    <w:rsid w:val="008E4841"/>
    <w:rsid w:val="008E5AA3"/>
    <w:rsid w:val="008E5DB9"/>
    <w:rsid w:val="008E7E51"/>
    <w:rsid w:val="008F087C"/>
    <w:rsid w:val="008F0E2A"/>
    <w:rsid w:val="008F2EC9"/>
    <w:rsid w:val="008F3AD8"/>
    <w:rsid w:val="008F43DB"/>
    <w:rsid w:val="008F582D"/>
    <w:rsid w:val="008F66A5"/>
    <w:rsid w:val="008F6776"/>
    <w:rsid w:val="008F7C14"/>
    <w:rsid w:val="00901184"/>
    <w:rsid w:val="00901772"/>
    <w:rsid w:val="009021D8"/>
    <w:rsid w:val="009024D0"/>
    <w:rsid w:val="00902A93"/>
    <w:rsid w:val="009035CC"/>
    <w:rsid w:val="00903EBA"/>
    <w:rsid w:val="00904758"/>
    <w:rsid w:val="0090496C"/>
    <w:rsid w:val="009050BD"/>
    <w:rsid w:val="00905362"/>
    <w:rsid w:val="009054F2"/>
    <w:rsid w:val="009055CF"/>
    <w:rsid w:val="00905D80"/>
    <w:rsid w:val="00906B2F"/>
    <w:rsid w:val="00906D45"/>
    <w:rsid w:val="00907163"/>
    <w:rsid w:val="0090768D"/>
    <w:rsid w:val="00907856"/>
    <w:rsid w:val="00907C3D"/>
    <w:rsid w:val="009104C3"/>
    <w:rsid w:val="00912944"/>
    <w:rsid w:val="00912D3F"/>
    <w:rsid w:val="0091438E"/>
    <w:rsid w:val="009152C6"/>
    <w:rsid w:val="00917166"/>
    <w:rsid w:val="00917C4D"/>
    <w:rsid w:val="00917EA6"/>
    <w:rsid w:val="0092160C"/>
    <w:rsid w:val="00922D39"/>
    <w:rsid w:val="00924976"/>
    <w:rsid w:val="00926413"/>
    <w:rsid w:val="00927263"/>
    <w:rsid w:val="0092798B"/>
    <w:rsid w:val="00927D95"/>
    <w:rsid w:val="00927F30"/>
    <w:rsid w:val="00930603"/>
    <w:rsid w:val="00930917"/>
    <w:rsid w:val="00934B65"/>
    <w:rsid w:val="0093529E"/>
    <w:rsid w:val="009354BE"/>
    <w:rsid w:val="00935532"/>
    <w:rsid w:val="00935DA4"/>
    <w:rsid w:val="00936BB5"/>
    <w:rsid w:val="00936D2A"/>
    <w:rsid w:val="00937947"/>
    <w:rsid w:val="00940820"/>
    <w:rsid w:val="00941024"/>
    <w:rsid w:val="00941B48"/>
    <w:rsid w:val="00941BC9"/>
    <w:rsid w:val="00943031"/>
    <w:rsid w:val="0094366A"/>
    <w:rsid w:val="00943678"/>
    <w:rsid w:val="009440C6"/>
    <w:rsid w:val="00946578"/>
    <w:rsid w:val="009468DA"/>
    <w:rsid w:val="009472B4"/>
    <w:rsid w:val="00947C56"/>
    <w:rsid w:val="009506D9"/>
    <w:rsid w:val="00953316"/>
    <w:rsid w:val="00953B37"/>
    <w:rsid w:val="00954FC9"/>
    <w:rsid w:val="00955ACA"/>
    <w:rsid w:val="009562FC"/>
    <w:rsid w:val="009608C1"/>
    <w:rsid w:val="00960DE8"/>
    <w:rsid w:val="00960EBD"/>
    <w:rsid w:val="00961438"/>
    <w:rsid w:val="009624AB"/>
    <w:rsid w:val="009634A9"/>
    <w:rsid w:val="0096358F"/>
    <w:rsid w:val="0096424F"/>
    <w:rsid w:val="00964255"/>
    <w:rsid w:val="009651CF"/>
    <w:rsid w:val="009657C0"/>
    <w:rsid w:val="00965A6F"/>
    <w:rsid w:val="0096657D"/>
    <w:rsid w:val="00966C44"/>
    <w:rsid w:val="009677A4"/>
    <w:rsid w:val="00967CC9"/>
    <w:rsid w:val="0097072C"/>
    <w:rsid w:val="0097077D"/>
    <w:rsid w:val="00970DAF"/>
    <w:rsid w:val="00970EB6"/>
    <w:rsid w:val="00970F38"/>
    <w:rsid w:val="00971E4B"/>
    <w:rsid w:val="00971E69"/>
    <w:rsid w:val="0097296F"/>
    <w:rsid w:val="00974831"/>
    <w:rsid w:val="009748EC"/>
    <w:rsid w:val="00974BCE"/>
    <w:rsid w:val="009760A2"/>
    <w:rsid w:val="00976B7E"/>
    <w:rsid w:val="00976D60"/>
    <w:rsid w:val="00977261"/>
    <w:rsid w:val="00977B99"/>
    <w:rsid w:val="00977EFE"/>
    <w:rsid w:val="00980C12"/>
    <w:rsid w:val="00981776"/>
    <w:rsid w:val="009823FD"/>
    <w:rsid w:val="00982E2E"/>
    <w:rsid w:val="009830C8"/>
    <w:rsid w:val="00983D49"/>
    <w:rsid w:val="00984726"/>
    <w:rsid w:val="0098537F"/>
    <w:rsid w:val="00985C2C"/>
    <w:rsid w:val="00985CAC"/>
    <w:rsid w:val="00985F15"/>
    <w:rsid w:val="00987C0C"/>
    <w:rsid w:val="009902BC"/>
    <w:rsid w:val="0099124C"/>
    <w:rsid w:val="00991AD6"/>
    <w:rsid w:val="009924F7"/>
    <w:rsid w:val="0099373A"/>
    <w:rsid w:val="00995183"/>
    <w:rsid w:val="00995C4D"/>
    <w:rsid w:val="00996058"/>
    <w:rsid w:val="00997578"/>
    <w:rsid w:val="00997EA1"/>
    <w:rsid w:val="00997EDC"/>
    <w:rsid w:val="009A0DD1"/>
    <w:rsid w:val="009A11A3"/>
    <w:rsid w:val="009A1513"/>
    <w:rsid w:val="009A2109"/>
    <w:rsid w:val="009A2BA1"/>
    <w:rsid w:val="009A2BEC"/>
    <w:rsid w:val="009A34CD"/>
    <w:rsid w:val="009A3D5F"/>
    <w:rsid w:val="009A3FE6"/>
    <w:rsid w:val="009A576B"/>
    <w:rsid w:val="009A59E2"/>
    <w:rsid w:val="009A5DD9"/>
    <w:rsid w:val="009A6385"/>
    <w:rsid w:val="009A6A22"/>
    <w:rsid w:val="009A6D66"/>
    <w:rsid w:val="009A6EEB"/>
    <w:rsid w:val="009A7835"/>
    <w:rsid w:val="009A7A36"/>
    <w:rsid w:val="009B0944"/>
    <w:rsid w:val="009B2253"/>
    <w:rsid w:val="009B2EB3"/>
    <w:rsid w:val="009B30F2"/>
    <w:rsid w:val="009B4399"/>
    <w:rsid w:val="009B5516"/>
    <w:rsid w:val="009B5871"/>
    <w:rsid w:val="009B6665"/>
    <w:rsid w:val="009B7BD6"/>
    <w:rsid w:val="009C076A"/>
    <w:rsid w:val="009C0906"/>
    <w:rsid w:val="009C0E66"/>
    <w:rsid w:val="009C1806"/>
    <w:rsid w:val="009C1E7A"/>
    <w:rsid w:val="009C1E8A"/>
    <w:rsid w:val="009C26D0"/>
    <w:rsid w:val="009C3D5D"/>
    <w:rsid w:val="009C4B39"/>
    <w:rsid w:val="009C53FC"/>
    <w:rsid w:val="009C5403"/>
    <w:rsid w:val="009C667A"/>
    <w:rsid w:val="009C6735"/>
    <w:rsid w:val="009C7C08"/>
    <w:rsid w:val="009C7C23"/>
    <w:rsid w:val="009C7CEB"/>
    <w:rsid w:val="009D1C80"/>
    <w:rsid w:val="009D21FD"/>
    <w:rsid w:val="009D2392"/>
    <w:rsid w:val="009D3EBF"/>
    <w:rsid w:val="009D506F"/>
    <w:rsid w:val="009D5E2B"/>
    <w:rsid w:val="009D6950"/>
    <w:rsid w:val="009E018F"/>
    <w:rsid w:val="009E0C2F"/>
    <w:rsid w:val="009E1B7D"/>
    <w:rsid w:val="009E2239"/>
    <w:rsid w:val="009E3F7C"/>
    <w:rsid w:val="009E4BDE"/>
    <w:rsid w:val="009E4F77"/>
    <w:rsid w:val="009E5F2A"/>
    <w:rsid w:val="009E5FC9"/>
    <w:rsid w:val="009E772A"/>
    <w:rsid w:val="009F0D02"/>
    <w:rsid w:val="009F183A"/>
    <w:rsid w:val="009F1C47"/>
    <w:rsid w:val="009F1DBC"/>
    <w:rsid w:val="009F27EE"/>
    <w:rsid w:val="009F5097"/>
    <w:rsid w:val="009F5224"/>
    <w:rsid w:val="009F554F"/>
    <w:rsid w:val="009F63E6"/>
    <w:rsid w:val="009F6D5E"/>
    <w:rsid w:val="009F77E0"/>
    <w:rsid w:val="00A0016C"/>
    <w:rsid w:val="00A00B8C"/>
    <w:rsid w:val="00A01964"/>
    <w:rsid w:val="00A01AA4"/>
    <w:rsid w:val="00A01F71"/>
    <w:rsid w:val="00A021D3"/>
    <w:rsid w:val="00A0252E"/>
    <w:rsid w:val="00A027F8"/>
    <w:rsid w:val="00A02EB8"/>
    <w:rsid w:val="00A04928"/>
    <w:rsid w:val="00A04E46"/>
    <w:rsid w:val="00A054EC"/>
    <w:rsid w:val="00A05E12"/>
    <w:rsid w:val="00A0663B"/>
    <w:rsid w:val="00A066C2"/>
    <w:rsid w:val="00A06960"/>
    <w:rsid w:val="00A06D02"/>
    <w:rsid w:val="00A073C8"/>
    <w:rsid w:val="00A10996"/>
    <w:rsid w:val="00A111BC"/>
    <w:rsid w:val="00A1179F"/>
    <w:rsid w:val="00A134C7"/>
    <w:rsid w:val="00A13E19"/>
    <w:rsid w:val="00A141DE"/>
    <w:rsid w:val="00A15813"/>
    <w:rsid w:val="00A165B4"/>
    <w:rsid w:val="00A23F2E"/>
    <w:rsid w:val="00A23FDE"/>
    <w:rsid w:val="00A24EB0"/>
    <w:rsid w:val="00A25506"/>
    <w:rsid w:val="00A2565E"/>
    <w:rsid w:val="00A25D0D"/>
    <w:rsid w:val="00A2606E"/>
    <w:rsid w:val="00A26C8C"/>
    <w:rsid w:val="00A30047"/>
    <w:rsid w:val="00A303EC"/>
    <w:rsid w:val="00A3096D"/>
    <w:rsid w:val="00A334BB"/>
    <w:rsid w:val="00A341BA"/>
    <w:rsid w:val="00A35469"/>
    <w:rsid w:val="00A3552D"/>
    <w:rsid w:val="00A35AD4"/>
    <w:rsid w:val="00A36C0B"/>
    <w:rsid w:val="00A36CC9"/>
    <w:rsid w:val="00A36E94"/>
    <w:rsid w:val="00A372C2"/>
    <w:rsid w:val="00A37700"/>
    <w:rsid w:val="00A403F3"/>
    <w:rsid w:val="00A40D04"/>
    <w:rsid w:val="00A40F21"/>
    <w:rsid w:val="00A4252E"/>
    <w:rsid w:val="00A42E8A"/>
    <w:rsid w:val="00A50A8C"/>
    <w:rsid w:val="00A51BDE"/>
    <w:rsid w:val="00A52193"/>
    <w:rsid w:val="00A531AA"/>
    <w:rsid w:val="00A532E8"/>
    <w:rsid w:val="00A5377E"/>
    <w:rsid w:val="00A53D31"/>
    <w:rsid w:val="00A53FE7"/>
    <w:rsid w:val="00A5461E"/>
    <w:rsid w:val="00A54F62"/>
    <w:rsid w:val="00A55BD9"/>
    <w:rsid w:val="00A55CA9"/>
    <w:rsid w:val="00A55FC8"/>
    <w:rsid w:val="00A5643A"/>
    <w:rsid w:val="00A60223"/>
    <w:rsid w:val="00A6118F"/>
    <w:rsid w:val="00A637A6"/>
    <w:rsid w:val="00A63D79"/>
    <w:rsid w:val="00A64486"/>
    <w:rsid w:val="00A65C2D"/>
    <w:rsid w:val="00A666F7"/>
    <w:rsid w:val="00A70381"/>
    <w:rsid w:val="00A70C14"/>
    <w:rsid w:val="00A719C7"/>
    <w:rsid w:val="00A71C96"/>
    <w:rsid w:val="00A72451"/>
    <w:rsid w:val="00A73572"/>
    <w:rsid w:val="00A74D48"/>
    <w:rsid w:val="00A776ED"/>
    <w:rsid w:val="00A778D8"/>
    <w:rsid w:val="00A82021"/>
    <w:rsid w:val="00A82379"/>
    <w:rsid w:val="00A82A53"/>
    <w:rsid w:val="00A8335E"/>
    <w:rsid w:val="00A85D96"/>
    <w:rsid w:val="00A85F62"/>
    <w:rsid w:val="00A861FC"/>
    <w:rsid w:val="00A86238"/>
    <w:rsid w:val="00A872A5"/>
    <w:rsid w:val="00A87659"/>
    <w:rsid w:val="00A87859"/>
    <w:rsid w:val="00A87994"/>
    <w:rsid w:val="00A87ECC"/>
    <w:rsid w:val="00A90315"/>
    <w:rsid w:val="00A91F4E"/>
    <w:rsid w:val="00A92D2C"/>
    <w:rsid w:val="00A92EAB"/>
    <w:rsid w:val="00A93581"/>
    <w:rsid w:val="00A93FCC"/>
    <w:rsid w:val="00A943A7"/>
    <w:rsid w:val="00A94F95"/>
    <w:rsid w:val="00A959C7"/>
    <w:rsid w:val="00A9765E"/>
    <w:rsid w:val="00A97DAA"/>
    <w:rsid w:val="00AA033E"/>
    <w:rsid w:val="00AA09AE"/>
    <w:rsid w:val="00AA15B9"/>
    <w:rsid w:val="00AA2891"/>
    <w:rsid w:val="00AA2985"/>
    <w:rsid w:val="00AA513A"/>
    <w:rsid w:val="00AA5B8A"/>
    <w:rsid w:val="00AA6142"/>
    <w:rsid w:val="00AA65A2"/>
    <w:rsid w:val="00AA6A97"/>
    <w:rsid w:val="00AA6DA4"/>
    <w:rsid w:val="00AA7FC2"/>
    <w:rsid w:val="00AB1D1C"/>
    <w:rsid w:val="00AB2031"/>
    <w:rsid w:val="00AB2DD2"/>
    <w:rsid w:val="00AB2F61"/>
    <w:rsid w:val="00AB30BA"/>
    <w:rsid w:val="00AB3B98"/>
    <w:rsid w:val="00AB3DC6"/>
    <w:rsid w:val="00AB419C"/>
    <w:rsid w:val="00AB553E"/>
    <w:rsid w:val="00AB5DB6"/>
    <w:rsid w:val="00AB638D"/>
    <w:rsid w:val="00AB6C6F"/>
    <w:rsid w:val="00AB7F58"/>
    <w:rsid w:val="00AC0F25"/>
    <w:rsid w:val="00AC19D9"/>
    <w:rsid w:val="00AC22BA"/>
    <w:rsid w:val="00AC274C"/>
    <w:rsid w:val="00AC34E8"/>
    <w:rsid w:val="00AC3A49"/>
    <w:rsid w:val="00AC408F"/>
    <w:rsid w:val="00AC4DCE"/>
    <w:rsid w:val="00AC50CF"/>
    <w:rsid w:val="00AC53EC"/>
    <w:rsid w:val="00AC5CF6"/>
    <w:rsid w:val="00AC66B0"/>
    <w:rsid w:val="00AC6C2A"/>
    <w:rsid w:val="00AC70D7"/>
    <w:rsid w:val="00AC746F"/>
    <w:rsid w:val="00AC78AF"/>
    <w:rsid w:val="00AD02A0"/>
    <w:rsid w:val="00AD0EEA"/>
    <w:rsid w:val="00AD18D1"/>
    <w:rsid w:val="00AD37D4"/>
    <w:rsid w:val="00AD3AC8"/>
    <w:rsid w:val="00AD4C78"/>
    <w:rsid w:val="00AD5570"/>
    <w:rsid w:val="00AD5620"/>
    <w:rsid w:val="00AD60A5"/>
    <w:rsid w:val="00AD632A"/>
    <w:rsid w:val="00AE0020"/>
    <w:rsid w:val="00AE1B31"/>
    <w:rsid w:val="00AE2636"/>
    <w:rsid w:val="00AE4525"/>
    <w:rsid w:val="00AE465D"/>
    <w:rsid w:val="00AE49B4"/>
    <w:rsid w:val="00AE6111"/>
    <w:rsid w:val="00AF0968"/>
    <w:rsid w:val="00AF0F1B"/>
    <w:rsid w:val="00AF1BDE"/>
    <w:rsid w:val="00AF2468"/>
    <w:rsid w:val="00AF3663"/>
    <w:rsid w:val="00AF3E2B"/>
    <w:rsid w:val="00AF40F8"/>
    <w:rsid w:val="00AF4217"/>
    <w:rsid w:val="00AF5C70"/>
    <w:rsid w:val="00AF6EC7"/>
    <w:rsid w:val="00AF7B5D"/>
    <w:rsid w:val="00AF7E4C"/>
    <w:rsid w:val="00B005CC"/>
    <w:rsid w:val="00B00F2D"/>
    <w:rsid w:val="00B016E6"/>
    <w:rsid w:val="00B01B8C"/>
    <w:rsid w:val="00B0231E"/>
    <w:rsid w:val="00B02555"/>
    <w:rsid w:val="00B02B74"/>
    <w:rsid w:val="00B03BF6"/>
    <w:rsid w:val="00B06069"/>
    <w:rsid w:val="00B0691A"/>
    <w:rsid w:val="00B07381"/>
    <w:rsid w:val="00B07F5A"/>
    <w:rsid w:val="00B07F80"/>
    <w:rsid w:val="00B10369"/>
    <w:rsid w:val="00B11BC9"/>
    <w:rsid w:val="00B12F73"/>
    <w:rsid w:val="00B138AC"/>
    <w:rsid w:val="00B1390D"/>
    <w:rsid w:val="00B13D88"/>
    <w:rsid w:val="00B14708"/>
    <w:rsid w:val="00B15AE6"/>
    <w:rsid w:val="00B15EF3"/>
    <w:rsid w:val="00B15FF1"/>
    <w:rsid w:val="00B163BF"/>
    <w:rsid w:val="00B163D8"/>
    <w:rsid w:val="00B16ABC"/>
    <w:rsid w:val="00B17297"/>
    <w:rsid w:val="00B1748D"/>
    <w:rsid w:val="00B17E6D"/>
    <w:rsid w:val="00B2040B"/>
    <w:rsid w:val="00B20E4A"/>
    <w:rsid w:val="00B2110D"/>
    <w:rsid w:val="00B2117C"/>
    <w:rsid w:val="00B21A1F"/>
    <w:rsid w:val="00B23147"/>
    <w:rsid w:val="00B233DF"/>
    <w:rsid w:val="00B246BC"/>
    <w:rsid w:val="00B24B70"/>
    <w:rsid w:val="00B251B4"/>
    <w:rsid w:val="00B25C46"/>
    <w:rsid w:val="00B2749E"/>
    <w:rsid w:val="00B27786"/>
    <w:rsid w:val="00B30A03"/>
    <w:rsid w:val="00B30C79"/>
    <w:rsid w:val="00B30DBD"/>
    <w:rsid w:val="00B313A7"/>
    <w:rsid w:val="00B31E78"/>
    <w:rsid w:val="00B32855"/>
    <w:rsid w:val="00B32FC7"/>
    <w:rsid w:val="00B3354B"/>
    <w:rsid w:val="00B336E8"/>
    <w:rsid w:val="00B33ECE"/>
    <w:rsid w:val="00B346D6"/>
    <w:rsid w:val="00B352FC"/>
    <w:rsid w:val="00B35323"/>
    <w:rsid w:val="00B35CF6"/>
    <w:rsid w:val="00B35E66"/>
    <w:rsid w:val="00B373A0"/>
    <w:rsid w:val="00B37953"/>
    <w:rsid w:val="00B402E0"/>
    <w:rsid w:val="00B407DC"/>
    <w:rsid w:val="00B40AF4"/>
    <w:rsid w:val="00B41272"/>
    <w:rsid w:val="00B4189F"/>
    <w:rsid w:val="00B45F0F"/>
    <w:rsid w:val="00B46EB5"/>
    <w:rsid w:val="00B47144"/>
    <w:rsid w:val="00B47232"/>
    <w:rsid w:val="00B472B2"/>
    <w:rsid w:val="00B47454"/>
    <w:rsid w:val="00B4745B"/>
    <w:rsid w:val="00B476D3"/>
    <w:rsid w:val="00B5046B"/>
    <w:rsid w:val="00B508DD"/>
    <w:rsid w:val="00B50A4B"/>
    <w:rsid w:val="00B51DC6"/>
    <w:rsid w:val="00B522D5"/>
    <w:rsid w:val="00B530F4"/>
    <w:rsid w:val="00B53152"/>
    <w:rsid w:val="00B55359"/>
    <w:rsid w:val="00B56286"/>
    <w:rsid w:val="00B57298"/>
    <w:rsid w:val="00B573A6"/>
    <w:rsid w:val="00B61A23"/>
    <w:rsid w:val="00B62A9A"/>
    <w:rsid w:val="00B63402"/>
    <w:rsid w:val="00B6341A"/>
    <w:rsid w:val="00B63A9D"/>
    <w:rsid w:val="00B67192"/>
    <w:rsid w:val="00B677BF"/>
    <w:rsid w:val="00B67913"/>
    <w:rsid w:val="00B67A7D"/>
    <w:rsid w:val="00B7033B"/>
    <w:rsid w:val="00B71E76"/>
    <w:rsid w:val="00B72E7B"/>
    <w:rsid w:val="00B731F1"/>
    <w:rsid w:val="00B73603"/>
    <w:rsid w:val="00B75E13"/>
    <w:rsid w:val="00B76C64"/>
    <w:rsid w:val="00B76FBC"/>
    <w:rsid w:val="00B77749"/>
    <w:rsid w:val="00B77ABB"/>
    <w:rsid w:val="00B77C6C"/>
    <w:rsid w:val="00B77D41"/>
    <w:rsid w:val="00B80B3A"/>
    <w:rsid w:val="00B82407"/>
    <w:rsid w:val="00B82A8A"/>
    <w:rsid w:val="00B82FF3"/>
    <w:rsid w:val="00B8459C"/>
    <w:rsid w:val="00B859E1"/>
    <w:rsid w:val="00B86F92"/>
    <w:rsid w:val="00B90384"/>
    <w:rsid w:val="00B90598"/>
    <w:rsid w:val="00B91416"/>
    <w:rsid w:val="00B9219B"/>
    <w:rsid w:val="00B93FEF"/>
    <w:rsid w:val="00B94AF7"/>
    <w:rsid w:val="00B94D24"/>
    <w:rsid w:val="00B963C7"/>
    <w:rsid w:val="00B96FCA"/>
    <w:rsid w:val="00BA01DE"/>
    <w:rsid w:val="00BA144B"/>
    <w:rsid w:val="00BA2766"/>
    <w:rsid w:val="00BA2EDD"/>
    <w:rsid w:val="00BA518F"/>
    <w:rsid w:val="00BA57E6"/>
    <w:rsid w:val="00BA6273"/>
    <w:rsid w:val="00BA62F9"/>
    <w:rsid w:val="00BA66C1"/>
    <w:rsid w:val="00BA69E9"/>
    <w:rsid w:val="00BA6FBB"/>
    <w:rsid w:val="00BA7B29"/>
    <w:rsid w:val="00BA7D1A"/>
    <w:rsid w:val="00BB0C1D"/>
    <w:rsid w:val="00BB16CB"/>
    <w:rsid w:val="00BB1896"/>
    <w:rsid w:val="00BB2032"/>
    <w:rsid w:val="00BB2182"/>
    <w:rsid w:val="00BB2DFB"/>
    <w:rsid w:val="00BB33D2"/>
    <w:rsid w:val="00BB5568"/>
    <w:rsid w:val="00BB562B"/>
    <w:rsid w:val="00BB5A40"/>
    <w:rsid w:val="00BB5ACF"/>
    <w:rsid w:val="00BB5C72"/>
    <w:rsid w:val="00BB69D0"/>
    <w:rsid w:val="00BB7B7B"/>
    <w:rsid w:val="00BB7C97"/>
    <w:rsid w:val="00BC0BD3"/>
    <w:rsid w:val="00BC1FA0"/>
    <w:rsid w:val="00BC204A"/>
    <w:rsid w:val="00BC3308"/>
    <w:rsid w:val="00BC4C71"/>
    <w:rsid w:val="00BC4C9B"/>
    <w:rsid w:val="00BC5374"/>
    <w:rsid w:val="00BC5C51"/>
    <w:rsid w:val="00BC700E"/>
    <w:rsid w:val="00BC71C3"/>
    <w:rsid w:val="00BC7653"/>
    <w:rsid w:val="00BD14F4"/>
    <w:rsid w:val="00BD1866"/>
    <w:rsid w:val="00BD2055"/>
    <w:rsid w:val="00BD2316"/>
    <w:rsid w:val="00BD296F"/>
    <w:rsid w:val="00BD35DB"/>
    <w:rsid w:val="00BD40CE"/>
    <w:rsid w:val="00BD448D"/>
    <w:rsid w:val="00BD4C79"/>
    <w:rsid w:val="00BD6944"/>
    <w:rsid w:val="00BD7031"/>
    <w:rsid w:val="00BE0BD7"/>
    <w:rsid w:val="00BE135F"/>
    <w:rsid w:val="00BE15B0"/>
    <w:rsid w:val="00BE221C"/>
    <w:rsid w:val="00BE6598"/>
    <w:rsid w:val="00BE69C0"/>
    <w:rsid w:val="00BE6EE6"/>
    <w:rsid w:val="00BF084E"/>
    <w:rsid w:val="00BF2014"/>
    <w:rsid w:val="00BF2922"/>
    <w:rsid w:val="00BF2E61"/>
    <w:rsid w:val="00BF3AA4"/>
    <w:rsid w:val="00BF3DA1"/>
    <w:rsid w:val="00BF3FD4"/>
    <w:rsid w:val="00BF416F"/>
    <w:rsid w:val="00BF4591"/>
    <w:rsid w:val="00BF6CCE"/>
    <w:rsid w:val="00BF6F28"/>
    <w:rsid w:val="00C008D9"/>
    <w:rsid w:val="00C01455"/>
    <w:rsid w:val="00C01F9A"/>
    <w:rsid w:val="00C02B97"/>
    <w:rsid w:val="00C03032"/>
    <w:rsid w:val="00C0383C"/>
    <w:rsid w:val="00C03F86"/>
    <w:rsid w:val="00C04257"/>
    <w:rsid w:val="00C0575B"/>
    <w:rsid w:val="00C0598F"/>
    <w:rsid w:val="00C05E6F"/>
    <w:rsid w:val="00C06D9C"/>
    <w:rsid w:val="00C07761"/>
    <w:rsid w:val="00C078E9"/>
    <w:rsid w:val="00C100A5"/>
    <w:rsid w:val="00C11BE9"/>
    <w:rsid w:val="00C143ED"/>
    <w:rsid w:val="00C15414"/>
    <w:rsid w:val="00C16C18"/>
    <w:rsid w:val="00C172A6"/>
    <w:rsid w:val="00C206A3"/>
    <w:rsid w:val="00C20C68"/>
    <w:rsid w:val="00C21336"/>
    <w:rsid w:val="00C215C9"/>
    <w:rsid w:val="00C22031"/>
    <w:rsid w:val="00C22C08"/>
    <w:rsid w:val="00C239AB"/>
    <w:rsid w:val="00C252F1"/>
    <w:rsid w:val="00C2566C"/>
    <w:rsid w:val="00C2577D"/>
    <w:rsid w:val="00C25C17"/>
    <w:rsid w:val="00C26602"/>
    <w:rsid w:val="00C308A8"/>
    <w:rsid w:val="00C3114F"/>
    <w:rsid w:val="00C31647"/>
    <w:rsid w:val="00C31DB1"/>
    <w:rsid w:val="00C32335"/>
    <w:rsid w:val="00C33469"/>
    <w:rsid w:val="00C3387F"/>
    <w:rsid w:val="00C3399C"/>
    <w:rsid w:val="00C342F5"/>
    <w:rsid w:val="00C34BD5"/>
    <w:rsid w:val="00C411EF"/>
    <w:rsid w:val="00C41FAD"/>
    <w:rsid w:val="00C42355"/>
    <w:rsid w:val="00C42B93"/>
    <w:rsid w:val="00C42FC6"/>
    <w:rsid w:val="00C431AB"/>
    <w:rsid w:val="00C433CC"/>
    <w:rsid w:val="00C44396"/>
    <w:rsid w:val="00C451CB"/>
    <w:rsid w:val="00C45278"/>
    <w:rsid w:val="00C45346"/>
    <w:rsid w:val="00C45FC0"/>
    <w:rsid w:val="00C4654F"/>
    <w:rsid w:val="00C46A4A"/>
    <w:rsid w:val="00C46CE2"/>
    <w:rsid w:val="00C474EF"/>
    <w:rsid w:val="00C50BA1"/>
    <w:rsid w:val="00C50D24"/>
    <w:rsid w:val="00C51F11"/>
    <w:rsid w:val="00C523CB"/>
    <w:rsid w:val="00C528D0"/>
    <w:rsid w:val="00C54826"/>
    <w:rsid w:val="00C551D3"/>
    <w:rsid w:val="00C55F3F"/>
    <w:rsid w:val="00C56037"/>
    <w:rsid w:val="00C57420"/>
    <w:rsid w:val="00C60665"/>
    <w:rsid w:val="00C6076E"/>
    <w:rsid w:val="00C61537"/>
    <w:rsid w:val="00C61BE9"/>
    <w:rsid w:val="00C62946"/>
    <w:rsid w:val="00C63284"/>
    <w:rsid w:val="00C640CE"/>
    <w:rsid w:val="00C643BD"/>
    <w:rsid w:val="00C64535"/>
    <w:rsid w:val="00C6459F"/>
    <w:rsid w:val="00C64A33"/>
    <w:rsid w:val="00C65804"/>
    <w:rsid w:val="00C658A2"/>
    <w:rsid w:val="00C65E49"/>
    <w:rsid w:val="00C670AA"/>
    <w:rsid w:val="00C70C20"/>
    <w:rsid w:val="00C716D4"/>
    <w:rsid w:val="00C71A57"/>
    <w:rsid w:val="00C72295"/>
    <w:rsid w:val="00C72B5C"/>
    <w:rsid w:val="00C7490C"/>
    <w:rsid w:val="00C749C3"/>
    <w:rsid w:val="00C751A1"/>
    <w:rsid w:val="00C753B9"/>
    <w:rsid w:val="00C75640"/>
    <w:rsid w:val="00C77200"/>
    <w:rsid w:val="00C77D0D"/>
    <w:rsid w:val="00C80C5A"/>
    <w:rsid w:val="00C81457"/>
    <w:rsid w:val="00C82A01"/>
    <w:rsid w:val="00C82A11"/>
    <w:rsid w:val="00C83127"/>
    <w:rsid w:val="00C86A1B"/>
    <w:rsid w:val="00C86D77"/>
    <w:rsid w:val="00C86EE5"/>
    <w:rsid w:val="00C878B2"/>
    <w:rsid w:val="00C9053E"/>
    <w:rsid w:val="00C90611"/>
    <w:rsid w:val="00C90A58"/>
    <w:rsid w:val="00C90B29"/>
    <w:rsid w:val="00C90F7C"/>
    <w:rsid w:val="00C913E6"/>
    <w:rsid w:val="00C91CD2"/>
    <w:rsid w:val="00C92F03"/>
    <w:rsid w:val="00C94047"/>
    <w:rsid w:val="00C94493"/>
    <w:rsid w:val="00C95465"/>
    <w:rsid w:val="00C95631"/>
    <w:rsid w:val="00C97110"/>
    <w:rsid w:val="00C978C8"/>
    <w:rsid w:val="00C97BA6"/>
    <w:rsid w:val="00CA005A"/>
    <w:rsid w:val="00CA18FE"/>
    <w:rsid w:val="00CA27B3"/>
    <w:rsid w:val="00CA2E49"/>
    <w:rsid w:val="00CA37E7"/>
    <w:rsid w:val="00CA4A8B"/>
    <w:rsid w:val="00CA5430"/>
    <w:rsid w:val="00CA5920"/>
    <w:rsid w:val="00CA592E"/>
    <w:rsid w:val="00CA65BD"/>
    <w:rsid w:val="00CA770E"/>
    <w:rsid w:val="00CA7FA5"/>
    <w:rsid w:val="00CB02E9"/>
    <w:rsid w:val="00CB0380"/>
    <w:rsid w:val="00CB1358"/>
    <w:rsid w:val="00CB2435"/>
    <w:rsid w:val="00CB3606"/>
    <w:rsid w:val="00CB388A"/>
    <w:rsid w:val="00CB762B"/>
    <w:rsid w:val="00CC1075"/>
    <w:rsid w:val="00CC14E7"/>
    <w:rsid w:val="00CC1F09"/>
    <w:rsid w:val="00CC2ABD"/>
    <w:rsid w:val="00CC2C23"/>
    <w:rsid w:val="00CC42A4"/>
    <w:rsid w:val="00CC451D"/>
    <w:rsid w:val="00CC4C79"/>
    <w:rsid w:val="00CC4E77"/>
    <w:rsid w:val="00CC55B2"/>
    <w:rsid w:val="00CC5D73"/>
    <w:rsid w:val="00CC652F"/>
    <w:rsid w:val="00CC73DD"/>
    <w:rsid w:val="00CD0710"/>
    <w:rsid w:val="00CD12A8"/>
    <w:rsid w:val="00CD1770"/>
    <w:rsid w:val="00CD1B59"/>
    <w:rsid w:val="00CD38F7"/>
    <w:rsid w:val="00CD3931"/>
    <w:rsid w:val="00CD4C49"/>
    <w:rsid w:val="00CD50DA"/>
    <w:rsid w:val="00CD5694"/>
    <w:rsid w:val="00CD56A0"/>
    <w:rsid w:val="00CD573C"/>
    <w:rsid w:val="00CD5AC8"/>
    <w:rsid w:val="00CD6978"/>
    <w:rsid w:val="00CD6EE1"/>
    <w:rsid w:val="00CD7438"/>
    <w:rsid w:val="00CD77CD"/>
    <w:rsid w:val="00CE0090"/>
    <w:rsid w:val="00CE0098"/>
    <w:rsid w:val="00CE1284"/>
    <w:rsid w:val="00CE2830"/>
    <w:rsid w:val="00CE284C"/>
    <w:rsid w:val="00CE30E3"/>
    <w:rsid w:val="00CE3883"/>
    <w:rsid w:val="00CE3D4F"/>
    <w:rsid w:val="00CE4C9D"/>
    <w:rsid w:val="00CE6187"/>
    <w:rsid w:val="00CE6274"/>
    <w:rsid w:val="00CE6C93"/>
    <w:rsid w:val="00CE7152"/>
    <w:rsid w:val="00CF0F74"/>
    <w:rsid w:val="00CF2FB0"/>
    <w:rsid w:val="00CF38EC"/>
    <w:rsid w:val="00CF4C96"/>
    <w:rsid w:val="00CF4E48"/>
    <w:rsid w:val="00CF685F"/>
    <w:rsid w:val="00D001FD"/>
    <w:rsid w:val="00D00664"/>
    <w:rsid w:val="00D009E1"/>
    <w:rsid w:val="00D01E76"/>
    <w:rsid w:val="00D03478"/>
    <w:rsid w:val="00D0478A"/>
    <w:rsid w:val="00D0488C"/>
    <w:rsid w:val="00D0493C"/>
    <w:rsid w:val="00D05005"/>
    <w:rsid w:val="00D05974"/>
    <w:rsid w:val="00D05AFE"/>
    <w:rsid w:val="00D05F12"/>
    <w:rsid w:val="00D06424"/>
    <w:rsid w:val="00D06D01"/>
    <w:rsid w:val="00D0776A"/>
    <w:rsid w:val="00D07ACA"/>
    <w:rsid w:val="00D10658"/>
    <w:rsid w:val="00D10F91"/>
    <w:rsid w:val="00D110E1"/>
    <w:rsid w:val="00D111EA"/>
    <w:rsid w:val="00D11436"/>
    <w:rsid w:val="00D115F2"/>
    <w:rsid w:val="00D11651"/>
    <w:rsid w:val="00D11948"/>
    <w:rsid w:val="00D11984"/>
    <w:rsid w:val="00D11E57"/>
    <w:rsid w:val="00D12298"/>
    <w:rsid w:val="00D127C3"/>
    <w:rsid w:val="00D16176"/>
    <w:rsid w:val="00D161FA"/>
    <w:rsid w:val="00D16617"/>
    <w:rsid w:val="00D16871"/>
    <w:rsid w:val="00D169A7"/>
    <w:rsid w:val="00D17DCD"/>
    <w:rsid w:val="00D2071E"/>
    <w:rsid w:val="00D21C95"/>
    <w:rsid w:val="00D2216C"/>
    <w:rsid w:val="00D22BBD"/>
    <w:rsid w:val="00D22E70"/>
    <w:rsid w:val="00D236F2"/>
    <w:rsid w:val="00D23BBE"/>
    <w:rsid w:val="00D24D72"/>
    <w:rsid w:val="00D25246"/>
    <w:rsid w:val="00D25282"/>
    <w:rsid w:val="00D25C9F"/>
    <w:rsid w:val="00D25D98"/>
    <w:rsid w:val="00D26754"/>
    <w:rsid w:val="00D26D38"/>
    <w:rsid w:val="00D270BE"/>
    <w:rsid w:val="00D27242"/>
    <w:rsid w:val="00D273C2"/>
    <w:rsid w:val="00D27A2C"/>
    <w:rsid w:val="00D303DC"/>
    <w:rsid w:val="00D30BB2"/>
    <w:rsid w:val="00D30EAA"/>
    <w:rsid w:val="00D3107C"/>
    <w:rsid w:val="00D318A8"/>
    <w:rsid w:val="00D32308"/>
    <w:rsid w:val="00D32E3C"/>
    <w:rsid w:val="00D33032"/>
    <w:rsid w:val="00D330DD"/>
    <w:rsid w:val="00D33EC3"/>
    <w:rsid w:val="00D3444E"/>
    <w:rsid w:val="00D352F4"/>
    <w:rsid w:val="00D35F5E"/>
    <w:rsid w:val="00D37AA7"/>
    <w:rsid w:val="00D41F7E"/>
    <w:rsid w:val="00D4230C"/>
    <w:rsid w:val="00D43196"/>
    <w:rsid w:val="00D43724"/>
    <w:rsid w:val="00D43951"/>
    <w:rsid w:val="00D43A63"/>
    <w:rsid w:val="00D44E14"/>
    <w:rsid w:val="00D44EDF"/>
    <w:rsid w:val="00D4680A"/>
    <w:rsid w:val="00D468FF"/>
    <w:rsid w:val="00D47F97"/>
    <w:rsid w:val="00D504EC"/>
    <w:rsid w:val="00D505F0"/>
    <w:rsid w:val="00D5065C"/>
    <w:rsid w:val="00D5225B"/>
    <w:rsid w:val="00D540C5"/>
    <w:rsid w:val="00D5410F"/>
    <w:rsid w:val="00D54635"/>
    <w:rsid w:val="00D546E5"/>
    <w:rsid w:val="00D54943"/>
    <w:rsid w:val="00D55795"/>
    <w:rsid w:val="00D55CFE"/>
    <w:rsid w:val="00D6089B"/>
    <w:rsid w:val="00D60EE5"/>
    <w:rsid w:val="00D62216"/>
    <w:rsid w:val="00D62391"/>
    <w:rsid w:val="00D62F72"/>
    <w:rsid w:val="00D63455"/>
    <w:rsid w:val="00D63DE5"/>
    <w:rsid w:val="00D6435D"/>
    <w:rsid w:val="00D64519"/>
    <w:rsid w:val="00D6458C"/>
    <w:rsid w:val="00D65828"/>
    <w:rsid w:val="00D665D6"/>
    <w:rsid w:val="00D66AFB"/>
    <w:rsid w:val="00D66FE8"/>
    <w:rsid w:val="00D67B9A"/>
    <w:rsid w:val="00D67EF9"/>
    <w:rsid w:val="00D7022C"/>
    <w:rsid w:val="00D70828"/>
    <w:rsid w:val="00D73B7F"/>
    <w:rsid w:val="00D73D84"/>
    <w:rsid w:val="00D74294"/>
    <w:rsid w:val="00D753C7"/>
    <w:rsid w:val="00D75D8C"/>
    <w:rsid w:val="00D76F60"/>
    <w:rsid w:val="00D7752D"/>
    <w:rsid w:val="00D77855"/>
    <w:rsid w:val="00D8086C"/>
    <w:rsid w:val="00D80FC7"/>
    <w:rsid w:val="00D81373"/>
    <w:rsid w:val="00D82A89"/>
    <w:rsid w:val="00D83518"/>
    <w:rsid w:val="00D84A74"/>
    <w:rsid w:val="00D84E44"/>
    <w:rsid w:val="00D851C7"/>
    <w:rsid w:val="00D85BAE"/>
    <w:rsid w:val="00D85C0E"/>
    <w:rsid w:val="00D873E0"/>
    <w:rsid w:val="00D90653"/>
    <w:rsid w:val="00D9175A"/>
    <w:rsid w:val="00D91B27"/>
    <w:rsid w:val="00D91D87"/>
    <w:rsid w:val="00D923A4"/>
    <w:rsid w:val="00D93174"/>
    <w:rsid w:val="00D9335B"/>
    <w:rsid w:val="00D9472E"/>
    <w:rsid w:val="00D9609C"/>
    <w:rsid w:val="00D96325"/>
    <w:rsid w:val="00D9699F"/>
    <w:rsid w:val="00D96E25"/>
    <w:rsid w:val="00D97183"/>
    <w:rsid w:val="00DA09F1"/>
    <w:rsid w:val="00DA12BC"/>
    <w:rsid w:val="00DA192F"/>
    <w:rsid w:val="00DA1E25"/>
    <w:rsid w:val="00DA4601"/>
    <w:rsid w:val="00DA47DB"/>
    <w:rsid w:val="00DA4CBC"/>
    <w:rsid w:val="00DA508F"/>
    <w:rsid w:val="00DA5E34"/>
    <w:rsid w:val="00DA633E"/>
    <w:rsid w:val="00DA68A1"/>
    <w:rsid w:val="00DA74D3"/>
    <w:rsid w:val="00DA7DA8"/>
    <w:rsid w:val="00DA7EC9"/>
    <w:rsid w:val="00DB02F2"/>
    <w:rsid w:val="00DB0966"/>
    <w:rsid w:val="00DB0B70"/>
    <w:rsid w:val="00DB1478"/>
    <w:rsid w:val="00DB1973"/>
    <w:rsid w:val="00DB3D57"/>
    <w:rsid w:val="00DB67C6"/>
    <w:rsid w:val="00DB70BB"/>
    <w:rsid w:val="00DC0198"/>
    <w:rsid w:val="00DC1A56"/>
    <w:rsid w:val="00DC1D7D"/>
    <w:rsid w:val="00DC1EED"/>
    <w:rsid w:val="00DC2969"/>
    <w:rsid w:val="00DC2EE4"/>
    <w:rsid w:val="00DC371B"/>
    <w:rsid w:val="00DC3EE7"/>
    <w:rsid w:val="00DC4B1C"/>
    <w:rsid w:val="00DC6999"/>
    <w:rsid w:val="00DC6CAE"/>
    <w:rsid w:val="00DC737B"/>
    <w:rsid w:val="00DC7438"/>
    <w:rsid w:val="00DC74DE"/>
    <w:rsid w:val="00DD1277"/>
    <w:rsid w:val="00DD195B"/>
    <w:rsid w:val="00DD1BC1"/>
    <w:rsid w:val="00DD3FA1"/>
    <w:rsid w:val="00DD58D1"/>
    <w:rsid w:val="00DD5B95"/>
    <w:rsid w:val="00DD62BA"/>
    <w:rsid w:val="00DD66CD"/>
    <w:rsid w:val="00DD7336"/>
    <w:rsid w:val="00DE2032"/>
    <w:rsid w:val="00DE3774"/>
    <w:rsid w:val="00DE491E"/>
    <w:rsid w:val="00DE530E"/>
    <w:rsid w:val="00DE56ED"/>
    <w:rsid w:val="00DE6725"/>
    <w:rsid w:val="00DE6B40"/>
    <w:rsid w:val="00DE6D41"/>
    <w:rsid w:val="00DE7330"/>
    <w:rsid w:val="00DE7551"/>
    <w:rsid w:val="00DE76FD"/>
    <w:rsid w:val="00DE7B8D"/>
    <w:rsid w:val="00DE7B8E"/>
    <w:rsid w:val="00DF0C81"/>
    <w:rsid w:val="00DF1137"/>
    <w:rsid w:val="00DF1346"/>
    <w:rsid w:val="00DF29F2"/>
    <w:rsid w:val="00DF2F77"/>
    <w:rsid w:val="00DF3CAF"/>
    <w:rsid w:val="00DF3EF1"/>
    <w:rsid w:val="00DF480C"/>
    <w:rsid w:val="00DF7715"/>
    <w:rsid w:val="00DF7BF2"/>
    <w:rsid w:val="00E000FB"/>
    <w:rsid w:val="00E01EC0"/>
    <w:rsid w:val="00E020B6"/>
    <w:rsid w:val="00E0229B"/>
    <w:rsid w:val="00E02C09"/>
    <w:rsid w:val="00E036AF"/>
    <w:rsid w:val="00E03727"/>
    <w:rsid w:val="00E0560E"/>
    <w:rsid w:val="00E101EA"/>
    <w:rsid w:val="00E105E7"/>
    <w:rsid w:val="00E10BB7"/>
    <w:rsid w:val="00E1140C"/>
    <w:rsid w:val="00E119CC"/>
    <w:rsid w:val="00E11AED"/>
    <w:rsid w:val="00E13010"/>
    <w:rsid w:val="00E14517"/>
    <w:rsid w:val="00E14EFF"/>
    <w:rsid w:val="00E1626A"/>
    <w:rsid w:val="00E16A8C"/>
    <w:rsid w:val="00E17F1D"/>
    <w:rsid w:val="00E202E8"/>
    <w:rsid w:val="00E204FC"/>
    <w:rsid w:val="00E20A79"/>
    <w:rsid w:val="00E212CE"/>
    <w:rsid w:val="00E2171B"/>
    <w:rsid w:val="00E2215D"/>
    <w:rsid w:val="00E22692"/>
    <w:rsid w:val="00E23391"/>
    <w:rsid w:val="00E23561"/>
    <w:rsid w:val="00E23714"/>
    <w:rsid w:val="00E23E4F"/>
    <w:rsid w:val="00E24579"/>
    <w:rsid w:val="00E24C76"/>
    <w:rsid w:val="00E252BE"/>
    <w:rsid w:val="00E274C9"/>
    <w:rsid w:val="00E27570"/>
    <w:rsid w:val="00E2767C"/>
    <w:rsid w:val="00E30589"/>
    <w:rsid w:val="00E30755"/>
    <w:rsid w:val="00E30EEE"/>
    <w:rsid w:val="00E30F2C"/>
    <w:rsid w:val="00E31F23"/>
    <w:rsid w:val="00E31F96"/>
    <w:rsid w:val="00E32720"/>
    <w:rsid w:val="00E3375C"/>
    <w:rsid w:val="00E3481D"/>
    <w:rsid w:val="00E34883"/>
    <w:rsid w:val="00E35AB6"/>
    <w:rsid w:val="00E37BEC"/>
    <w:rsid w:val="00E40AED"/>
    <w:rsid w:val="00E40FF3"/>
    <w:rsid w:val="00E4152D"/>
    <w:rsid w:val="00E423F2"/>
    <w:rsid w:val="00E428AB"/>
    <w:rsid w:val="00E42F1B"/>
    <w:rsid w:val="00E433F6"/>
    <w:rsid w:val="00E436EB"/>
    <w:rsid w:val="00E44346"/>
    <w:rsid w:val="00E4446B"/>
    <w:rsid w:val="00E44C86"/>
    <w:rsid w:val="00E44F28"/>
    <w:rsid w:val="00E45648"/>
    <w:rsid w:val="00E45DD4"/>
    <w:rsid w:val="00E46172"/>
    <w:rsid w:val="00E501F4"/>
    <w:rsid w:val="00E52AA1"/>
    <w:rsid w:val="00E52D6A"/>
    <w:rsid w:val="00E5395B"/>
    <w:rsid w:val="00E53D85"/>
    <w:rsid w:val="00E53E71"/>
    <w:rsid w:val="00E54930"/>
    <w:rsid w:val="00E551DA"/>
    <w:rsid w:val="00E55DCF"/>
    <w:rsid w:val="00E56729"/>
    <w:rsid w:val="00E56E6D"/>
    <w:rsid w:val="00E5758B"/>
    <w:rsid w:val="00E576CD"/>
    <w:rsid w:val="00E6060E"/>
    <w:rsid w:val="00E615EA"/>
    <w:rsid w:val="00E63121"/>
    <w:rsid w:val="00E64935"/>
    <w:rsid w:val="00E658A0"/>
    <w:rsid w:val="00E65CFC"/>
    <w:rsid w:val="00E661AE"/>
    <w:rsid w:val="00E712E2"/>
    <w:rsid w:val="00E713A7"/>
    <w:rsid w:val="00E7214D"/>
    <w:rsid w:val="00E72196"/>
    <w:rsid w:val="00E7346D"/>
    <w:rsid w:val="00E74174"/>
    <w:rsid w:val="00E741A9"/>
    <w:rsid w:val="00E748C6"/>
    <w:rsid w:val="00E749E6"/>
    <w:rsid w:val="00E74CDC"/>
    <w:rsid w:val="00E7523C"/>
    <w:rsid w:val="00E75DBB"/>
    <w:rsid w:val="00E77E60"/>
    <w:rsid w:val="00E8072F"/>
    <w:rsid w:val="00E8103B"/>
    <w:rsid w:val="00E81308"/>
    <w:rsid w:val="00E81C6A"/>
    <w:rsid w:val="00E825DC"/>
    <w:rsid w:val="00E83140"/>
    <w:rsid w:val="00E8353B"/>
    <w:rsid w:val="00E844BE"/>
    <w:rsid w:val="00E844C3"/>
    <w:rsid w:val="00E8598C"/>
    <w:rsid w:val="00E85A1E"/>
    <w:rsid w:val="00E85B5E"/>
    <w:rsid w:val="00E867AF"/>
    <w:rsid w:val="00E90087"/>
    <w:rsid w:val="00E909BA"/>
    <w:rsid w:val="00E90FEA"/>
    <w:rsid w:val="00E91482"/>
    <w:rsid w:val="00E92AD4"/>
    <w:rsid w:val="00E95CF7"/>
    <w:rsid w:val="00E970E8"/>
    <w:rsid w:val="00E97D85"/>
    <w:rsid w:val="00EA043A"/>
    <w:rsid w:val="00EA06C1"/>
    <w:rsid w:val="00EA0AF2"/>
    <w:rsid w:val="00EA19A2"/>
    <w:rsid w:val="00EA1B9E"/>
    <w:rsid w:val="00EA1D74"/>
    <w:rsid w:val="00EA1F0A"/>
    <w:rsid w:val="00EA397D"/>
    <w:rsid w:val="00EA3A8F"/>
    <w:rsid w:val="00EA3DD4"/>
    <w:rsid w:val="00EA67F6"/>
    <w:rsid w:val="00EA6BDC"/>
    <w:rsid w:val="00EA71FE"/>
    <w:rsid w:val="00EB007C"/>
    <w:rsid w:val="00EB0BB7"/>
    <w:rsid w:val="00EB0EA0"/>
    <w:rsid w:val="00EB1369"/>
    <w:rsid w:val="00EB2536"/>
    <w:rsid w:val="00EB33FC"/>
    <w:rsid w:val="00EB39C5"/>
    <w:rsid w:val="00EB39E0"/>
    <w:rsid w:val="00EB4445"/>
    <w:rsid w:val="00EB5091"/>
    <w:rsid w:val="00EB5AD4"/>
    <w:rsid w:val="00EB7367"/>
    <w:rsid w:val="00EB77CF"/>
    <w:rsid w:val="00EB7DFB"/>
    <w:rsid w:val="00EC12DD"/>
    <w:rsid w:val="00EC141D"/>
    <w:rsid w:val="00EC1775"/>
    <w:rsid w:val="00EC1899"/>
    <w:rsid w:val="00EC20D6"/>
    <w:rsid w:val="00EC2959"/>
    <w:rsid w:val="00EC3687"/>
    <w:rsid w:val="00EC3ECD"/>
    <w:rsid w:val="00EC4C2B"/>
    <w:rsid w:val="00EC5406"/>
    <w:rsid w:val="00EC5634"/>
    <w:rsid w:val="00EC79CA"/>
    <w:rsid w:val="00EC7BB2"/>
    <w:rsid w:val="00ED0B0F"/>
    <w:rsid w:val="00ED0EF1"/>
    <w:rsid w:val="00ED2B3C"/>
    <w:rsid w:val="00ED4DF7"/>
    <w:rsid w:val="00ED5533"/>
    <w:rsid w:val="00ED5613"/>
    <w:rsid w:val="00ED5D5C"/>
    <w:rsid w:val="00ED5E97"/>
    <w:rsid w:val="00EE00BF"/>
    <w:rsid w:val="00EE13FE"/>
    <w:rsid w:val="00EE242E"/>
    <w:rsid w:val="00EE24EA"/>
    <w:rsid w:val="00EE2510"/>
    <w:rsid w:val="00EE25E8"/>
    <w:rsid w:val="00EE445A"/>
    <w:rsid w:val="00EE54C1"/>
    <w:rsid w:val="00EE5AAA"/>
    <w:rsid w:val="00EE63AF"/>
    <w:rsid w:val="00EE787A"/>
    <w:rsid w:val="00EF09E5"/>
    <w:rsid w:val="00EF0A9B"/>
    <w:rsid w:val="00EF0B72"/>
    <w:rsid w:val="00EF0F80"/>
    <w:rsid w:val="00EF1199"/>
    <w:rsid w:val="00EF133D"/>
    <w:rsid w:val="00EF1350"/>
    <w:rsid w:val="00EF19AF"/>
    <w:rsid w:val="00EF2DD1"/>
    <w:rsid w:val="00EF34D5"/>
    <w:rsid w:val="00EF3D7E"/>
    <w:rsid w:val="00EF4F83"/>
    <w:rsid w:val="00EF5E90"/>
    <w:rsid w:val="00EF5F5C"/>
    <w:rsid w:val="00EF6623"/>
    <w:rsid w:val="00EF7CF8"/>
    <w:rsid w:val="00F0138A"/>
    <w:rsid w:val="00F01722"/>
    <w:rsid w:val="00F01941"/>
    <w:rsid w:val="00F026F2"/>
    <w:rsid w:val="00F028B8"/>
    <w:rsid w:val="00F06FB0"/>
    <w:rsid w:val="00F075BF"/>
    <w:rsid w:val="00F10B3F"/>
    <w:rsid w:val="00F116F4"/>
    <w:rsid w:val="00F119F1"/>
    <w:rsid w:val="00F11D24"/>
    <w:rsid w:val="00F121A2"/>
    <w:rsid w:val="00F129DA"/>
    <w:rsid w:val="00F12BD4"/>
    <w:rsid w:val="00F12DE2"/>
    <w:rsid w:val="00F13427"/>
    <w:rsid w:val="00F14142"/>
    <w:rsid w:val="00F15D4D"/>
    <w:rsid w:val="00F1648C"/>
    <w:rsid w:val="00F16BE8"/>
    <w:rsid w:val="00F20403"/>
    <w:rsid w:val="00F20563"/>
    <w:rsid w:val="00F22928"/>
    <w:rsid w:val="00F250D3"/>
    <w:rsid w:val="00F27146"/>
    <w:rsid w:val="00F2748B"/>
    <w:rsid w:val="00F27B94"/>
    <w:rsid w:val="00F27C95"/>
    <w:rsid w:val="00F3007A"/>
    <w:rsid w:val="00F3187A"/>
    <w:rsid w:val="00F31F2B"/>
    <w:rsid w:val="00F322E0"/>
    <w:rsid w:val="00F3494F"/>
    <w:rsid w:val="00F35C8E"/>
    <w:rsid w:val="00F37161"/>
    <w:rsid w:val="00F37728"/>
    <w:rsid w:val="00F37DF1"/>
    <w:rsid w:val="00F404FC"/>
    <w:rsid w:val="00F41571"/>
    <w:rsid w:val="00F41DBF"/>
    <w:rsid w:val="00F4200B"/>
    <w:rsid w:val="00F430BA"/>
    <w:rsid w:val="00F4513B"/>
    <w:rsid w:val="00F45A4F"/>
    <w:rsid w:val="00F46364"/>
    <w:rsid w:val="00F465EC"/>
    <w:rsid w:val="00F46B52"/>
    <w:rsid w:val="00F47607"/>
    <w:rsid w:val="00F5084E"/>
    <w:rsid w:val="00F51310"/>
    <w:rsid w:val="00F51A23"/>
    <w:rsid w:val="00F51E58"/>
    <w:rsid w:val="00F5286F"/>
    <w:rsid w:val="00F5364B"/>
    <w:rsid w:val="00F54535"/>
    <w:rsid w:val="00F54BF6"/>
    <w:rsid w:val="00F55106"/>
    <w:rsid w:val="00F5530C"/>
    <w:rsid w:val="00F55438"/>
    <w:rsid w:val="00F55A32"/>
    <w:rsid w:val="00F56269"/>
    <w:rsid w:val="00F5692D"/>
    <w:rsid w:val="00F57923"/>
    <w:rsid w:val="00F6021A"/>
    <w:rsid w:val="00F60A9C"/>
    <w:rsid w:val="00F61DE7"/>
    <w:rsid w:val="00F635D1"/>
    <w:rsid w:val="00F645E9"/>
    <w:rsid w:val="00F658ED"/>
    <w:rsid w:val="00F65A6B"/>
    <w:rsid w:val="00F65C33"/>
    <w:rsid w:val="00F6605C"/>
    <w:rsid w:val="00F6708D"/>
    <w:rsid w:val="00F70C6B"/>
    <w:rsid w:val="00F724BF"/>
    <w:rsid w:val="00F73F9C"/>
    <w:rsid w:val="00F75C2E"/>
    <w:rsid w:val="00F816B6"/>
    <w:rsid w:val="00F81C8B"/>
    <w:rsid w:val="00F81CAF"/>
    <w:rsid w:val="00F83817"/>
    <w:rsid w:val="00F83A44"/>
    <w:rsid w:val="00F85D94"/>
    <w:rsid w:val="00F85FE3"/>
    <w:rsid w:val="00F87A02"/>
    <w:rsid w:val="00F87CEA"/>
    <w:rsid w:val="00F916D0"/>
    <w:rsid w:val="00F918F8"/>
    <w:rsid w:val="00F91A55"/>
    <w:rsid w:val="00F92921"/>
    <w:rsid w:val="00F93717"/>
    <w:rsid w:val="00F94540"/>
    <w:rsid w:val="00F94EDE"/>
    <w:rsid w:val="00F97607"/>
    <w:rsid w:val="00FA1C8C"/>
    <w:rsid w:val="00FA4404"/>
    <w:rsid w:val="00FA578E"/>
    <w:rsid w:val="00FA6C8F"/>
    <w:rsid w:val="00FA6CF2"/>
    <w:rsid w:val="00FA718B"/>
    <w:rsid w:val="00FA7B49"/>
    <w:rsid w:val="00FB1A9D"/>
    <w:rsid w:val="00FB2ABC"/>
    <w:rsid w:val="00FB3493"/>
    <w:rsid w:val="00FB4694"/>
    <w:rsid w:val="00FB52F8"/>
    <w:rsid w:val="00FB567C"/>
    <w:rsid w:val="00FB5F63"/>
    <w:rsid w:val="00FB6D9D"/>
    <w:rsid w:val="00FB71B9"/>
    <w:rsid w:val="00FC0DF1"/>
    <w:rsid w:val="00FC148A"/>
    <w:rsid w:val="00FC1B19"/>
    <w:rsid w:val="00FC2223"/>
    <w:rsid w:val="00FC46E8"/>
    <w:rsid w:val="00FC5366"/>
    <w:rsid w:val="00FC54D1"/>
    <w:rsid w:val="00FC59F5"/>
    <w:rsid w:val="00FC609C"/>
    <w:rsid w:val="00FC6197"/>
    <w:rsid w:val="00FC7367"/>
    <w:rsid w:val="00FC75D7"/>
    <w:rsid w:val="00FD19AB"/>
    <w:rsid w:val="00FD1B0B"/>
    <w:rsid w:val="00FD32F9"/>
    <w:rsid w:val="00FD432F"/>
    <w:rsid w:val="00FD4A41"/>
    <w:rsid w:val="00FD4C76"/>
    <w:rsid w:val="00FD4E4B"/>
    <w:rsid w:val="00FD4E92"/>
    <w:rsid w:val="00FD5426"/>
    <w:rsid w:val="00FD56C3"/>
    <w:rsid w:val="00FD71E6"/>
    <w:rsid w:val="00FD7637"/>
    <w:rsid w:val="00FD79B4"/>
    <w:rsid w:val="00FD7CD9"/>
    <w:rsid w:val="00FE0A91"/>
    <w:rsid w:val="00FE1B5B"/>
    <w:rsid w:val="00FE25F1"/>
    <w:rsid w:val="00FE286E"/>
    <w:rsid w:val="00FE4753"/>
    <w:rsid w:val="00FE56DC"/>
    <w:rsid w:val="00FE66FD"/>
    <w:rsid w:val="00FE67A6"/>
    <w:rsid w:val="00FE6D19"/>
    <w:rsid w:val="00FF00CE"/>
    <w:rsid w:val="00FF1B07"/>
    <w:rsid w:val="00FF1E17"/>
    <w:rsid w:val="00FF264D"/>
    <w:rsid w:val="00FF2C18"/>
    <w:rsid w:val="00FF50A3"/>
    <w:rsid w:val="00FF5476"/>
    <w:rsid w:val="00FF64F7"/>
    <w:rsid w:val="00FF7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C14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F7C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F7C14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8F7C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F7C14"/>
    <w:rPr>
      <w:rFonts w:ascii="Times New Roman" w:eastAsia="宋体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semiHidden/>
    <w:rsid w:val="008F7C1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356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2F2B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1</Pages>
  <Words>63</Words>
  <Characters>362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番茄花园</cp:lastModifiedBy>
  <cp:revision>6</cp:revision>
  <cp:lastPrinted>2012-05-03T03:10:00Z</cp:lastPrinted>
  <dcterms:created xsi:type="dcterms:W3CDTF">2014-01-24T05:53:00Z</dcterms:created>
  <dcterms:modified xsi:type="dcterms:W3CDTF">2015-05-28T06:07:00Z</dcterms:modified>
</cp:coreProperties>
</file>